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E24" w:rsidRDefault="00E61E24" w:rsidP="00E81A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ЗАКОН УЛЬЯНОВСКОЙ ОБЛАСТИ</w:t>
      </w:r>
    </w:p>
    <w:p w:rsidR="00E61E24" w:rsidRDefault="00E61E24" w:rsidP="00E81A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61E24" w:rsidRDefault="00E61E24" w:rsidP="00E81A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61E24" w:rsidRDefault="00E61E24" w:rsidP="00E81A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61E24" w:rsidRDefault="00E61E24" w:rsidP="00E81A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61E24" w:rsidRPr="00154A47" w:rsidRDefault="00E61E24" w:rsidP="00C351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4A47">
        <w:rPr>
          <w:rFonts w:ascii="Times New Roman" w:hAnsi="Times New Roman"/>
          <w:b/>
          <w:sz w:val="28"/>
          <w:szCs w:val="28"/>
        </w:rPr>
        <w:t xml:space="preserve">О </w:t>
      </w:r>
      <w:r>
        <w:rPr>
          <w:rFonts w:ascii="Times New Roman" w:hAnsi="Times New Roman"/>
          <w:b/>
          <w:sz w:val="28"/>
          <w:szCs w:val="28"/>
        </w:rPr>
        <w:t xml:space="preserve">внесении изменения в статью 2 Закона Ульяновской области </w:t>
      </w:r>
      <w:r>
        <w:rPr>
          <w:rFonts w:ascii="Times New Roman" w:hAnsi="Times New Roman"/>
          <w:b/>
          <w:sz w:val="28"/>
          <w:szCs w:val="28"/>
        </w:rPr>
        <w:br/>
        <w:t>«О налоге на имущество организаций на территории Ульяновской области»</w:t>
      </w:r>
    </w:p>
    <w:p w:rsidR="00E61E24" w:rsidRDefault="00E61E24" w:rsidP="008F5763">
      <w:pPr>
        <w:pStyle w:val="ListParagraph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E61E24" w:rsidRDefault="00E61E24" w:rsidP="008F5763">
      <w:pPr>
        <w:pStyle w:val="ListParagraph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E61E24" w:rsidRDefault="00E61E24" w:rsidP="008F5763">
      <w:pPr>
        <w:pStyle w:val="ListParagraph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E61E24" w:rsidRPr="003B5BEC" w:rsidRDefault="00E61E24" w:rsidP="003B5BEC">
      <w:pPr>
        <w:jc w:val="center"/>
        <w:rPr>
          <w:rFonts w:ascii="Times New Roman" w:hAnsi="Times New Roman"/>
          <w:bCs/>
          <w:sz w:val="24"/>
          <w:szCs w:val="24"/>
        </w:rPr>
      </w:pPr>
      <w:r w:rsidRPr="003B5BEC">
        <w:rPr>
          <w:rFonts w:ascii="Times New Roman" w:hAnsi="Times New Roman"/>
          <w:bCs/>
          <w:sz w:val="24"/>
          <w:szCs w:val="24"/>
        </w:rPr>
        <w:t>Принят  Законодательным Собранием Ульяновской области 25 августа 2016 года</w:t>
      </w:r>
    </w:p>
    <w:p w:rsidR="00E61E24" w:rsidRDefault="00E61E24" w:rsidP="008F5763">
      <w:pPr>
        <w:pStyle w:val="ListParagraph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E61E24" w:rsidRDefault="00E61E24" w:rsidP="008F5763">
      <w:pPr>
        <w:pStyle w:val="ListParagraph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E61E24" w:rsidRDefault="00E61E24" w:rsidP="008F5763">
      <w:pPr>
        <w:pStyle w:val="ListParagraph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E61E24" w:rsidRPr="00142711" w:rsidRDefault="00E61E24" w:rsidP="00C35162">
      <w:pPr>
        <w:pStyle w:val="ListParagraph"/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142711">
        <w:rPr>
          <w:rFonts w:ascii="Times New Roman" w:hAnsi="Times New Roman"/>
          <w:b/>
          <w:sz w:val="28"/>
          <w:szCs w:val="28"/>
        </w:rPr>
        <w:t>Статья 1</w:t>
      </w:r>
    </w:p>
    <w:p w:rsidR="00E61E24" w:rsidRDefault="00E61E24" w:rsidP="00C35162">
      <w:pPr>
        <w:pStyle w:val="ListParagraph"/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61E24" w:rsidRPr="00154A47" w:rsidRDefault="00E61E24" w:rsidP="00C35162">
      <w:pPr>
        <w:pStyle w:val="ListParagraph"/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61E24" w:rsidRPr="001631F0" w:rsidRDefault="00E61E24" w:rsidP="00C35162">
      <w:pPr>
        <w:pStyle w:val="ListParagraph"/>
        <w:tabs>
          <w:tab w:val="left" w:pos="1134"/>
        </w:tabs>
        <w:spacing w:after="0" w:line="367" w:lineRule="auto"/>
        <w:ind w:left="0" w:firstLine="709"/>
        <w:jc w:val="both"/>
        <w:rPr>
          <w:rFonts w:ascii="Times New Roman" w:hAnsi="Times New Roman"/>
          <w:spacing w:val="-8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статью 2 Закона Ульяновской области от 2 сентября </w:t>
      </w:r>
      <w:r>
        <w:rPr>
          <w:rFonts w:ascii="Times New Roman" w:hAnsi="Times New Roman"/>
          <w:sz w:val="28"/>
          <w:szCs w:val="28"/>
        </w:rPr>
        <w:br/>
        <w:t xml:space="preserve">2015 года № 99-ЗО «О налоге на имущество организаций на территории Ульяновской области» («Ульяновская правда» от 07.09.2015 № 124; от 05.10.2015 № 139; от 29.10.2015 № 151; от 12.04.2016 № 47; от 06.06.2016 № 75-76; </w:t>
      </w:r>
      <w:r>
        <w:rPr>
          <w:rFonts w:ascii="Times New Roman" w:hAnsi="Times New Roman"/>
          <w:sz w:val="28"/>
          <w:szCs w:val="28"/>
        </w:rPr>
        <w:br/>
      </w:r>
      <w:r w:rsidRPr="001631F0">
        <w:rPr>
          <w:rFonts w:ascii="Times New Roman" w:hAnsi="Times New Roman"/>
          <w:spacing w:val="-8"/>
          <w:sz w:val="28"/>
          <w:szCs w:val="28"/>
        </w:rPr>
        <w:t>от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1631F0">
        <w:rPr>
          <w:rFonts w:ascii="Times New Roman" w:hAnsi="Times New Roman"/>
          <w:spacing w:val="-8"/>
          <w:sz w:val="28"/>
          <w:szCs w:val="28"/>
        </w:rPr>
        <w:t xml:space="preserve"> 02.08.2016 № 99) изменение, дополнив часть 2 пунктом 11 следующего содержания:</w:t>
      </w:r>
    </w:p>
    <w:p w:rsidR="00E61E24" w:rsidRDefault="00E61E24" w:rsidP="00C35162">
      <w:pPr>
        <w:pStyle w:val="ListParagraph"/>
        <w:tabs>
          <w:tab w:val="left" w:pos="1134"/>
        </w:tabs>
        <w:spacing w:after="0" w:line="36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«11) организаций, осуществляющих деяте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льность по разведению молочного крупного рогатого скота и (или) производству сырого молока (за исключением переработки молока), при условии, что в доходе таких организаций от реализации товаров (работ, услуг) доля дохода от реализации молочного крупного рогатого скота и (или) сырого молока собственного производства  по итогам отчётного (налогового) периода составляет не менее 70 процентов.».</w:t>
      </w:r>
    </w:p>
    <w:p w:rsidR="00E61E24" w:rsidRPr="00C35162" w:rsidRDefault="00E61E24" w:rsidP="00C35162">
      <w:pPr>
        <w:pStyle w:val="ListParagraph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28"/>
        </w:rPr>
      </w:pPr>
    </w:p>
    <w:p w:rsidR="00E61E24" w:rsidRPr="00C35162" w:rsidRDefault="00E61E24" w:rsidP="00C35162">
      <w:pPr>
        <w:pStyle w:val="ListParagraph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E61E24" w:rsidRPr="00C35162" w:rsidRDefault="00E61E24" w:rsidP="00C35162">
      <w:pPr>
        <w:pStyle w:val="ListParagraph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C35162">
        <w:rPr>
          <w:rFonts w:ascii="Times New Roman" w:hAnsi="Times New Roman"/>
          <w:b/>
          <w:sz w:val="28"/>
          <w:szCs w:val="28"/>
        </w:rPr>
        <w:t xml:space="preserve">Статья 2 </w:t>
      </w:r>
    </w:p>
    <w:p w:rsidR="00E61E24" w:rsidRDefault="00E61E24" w:rsidP="00C35162">
      <w:pPr>
        <w:pStyle w:val="ListParagraph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E61E24" w:rsidRPr="00C35162" w:rsidRDefault="00E61E24" w:rsidP="00C35162">
      <w:pPr>
        <w:pStyle w:val="ListParagraph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E61E24" w:rsidRDefault="00E61E24" w:rsidP="00C35162">
      <w:pPr>
        <w:pStyle w:val="ListParagraph"/>
        <w:numPr>
          <w:ilvl w:val="0"/>
          <w:numId w:val="22"/>
        </w:numPr>
        <w:tabs>
          <w:tab w:val="left" w:pos="1134"/>
        </w:tabs>
        <w:spacing w:after="0" w:line="36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Настоящий Закон вступает в силу со дня его официального опубликования.</w:t>
      </w:r>
    </w:p>
    <w:p w:rsidR="00E61E24" w:rsidRDefault="00E61E24" w:rsidP="00C35162">
      <w:pPr>
        <w:pStyle w:val="ListParagraph"/>
        <w:numPr>
          <w:ilvl w:val="0"/>
          <w:numId w:val="2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Положения пункта 11 части 2 статьи 2 Закона Ульяновской области </w:t>
      </w:r>
      <w:r>
        <w:rPr>
          <w:rFonts w:ascii="Times New Roman" w:hAnsi="Times New Roman"/>
          <w:sz w:val="28"/>
          <w:szCs w:val="28"/>
        </w:rPr>
        <w:br/>
        <w:t xml:space="preserve">от 2 сентября 2015 года № 99-ЗО «О налоге на имущество организаций </w:t>
      </w:r>
      <w:r>
        <w:rPr>
          <w:rFonts w:ascii="Times New Roman" w:hAnsi="Times New Roman"/>
          <w:sz w:val="28"/>
          <w:szCs w:val="28"/>
        </w:rPr>
        <w:br/>
        <w:t xml:space="preserve">на территории Ульяновской области» (в редакции настоящего Закона) распространяются на отношения, возникшие с 1 января 2016 года, </w:t>
      </w:r>
      <w:r>
        <w:rPr>
          <w:rFonts w:ascii="Times New Roman" w:hAnsi="Times New Roman"/>
          <w:sz w:val="28"/>
          <w:szCs w:val="28"/>
        </w:rPr>
        <w:br/>
        <w:t>и не применяются после 31 декабря 2020 года.</w:t>
      </w:r>
    </w:p>
    <w:p w:rsidR="00E61E24" w:rsidRPr="00C35162" w:rsidRDefault="00E61E24" w:rsidP="00F73798">
      <w:pPr>
        <w:pStyle w:val="ListParagraph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16"/>
          <w:szCs w:val="28"/>
        </w:rPr>
      </w:pPr>
    </w:p>
    <w:p w:rsidR="00E61E24" w:rsidRDefault="00E61E24" w:rsidP="00F73798">
      <w:pPr>
        <w:pStyle w:val="ListParagraph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61E24" w:rsidRPr="00154A47" w:rsidRDefault="00E61E24" w:rsidP="00F73798">
      <w:pPr>
        <w:pStyle w:val="ListParagraph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61E24" w:rsidRDefault="00E61E24" w:rsidP="00F73798">
      <w:pPr>
        <w:pStyle w:val="Heading1"/>
        <w:rPr>
          <w:b/>
          <w:szCs w:val="28"/>
        </w:rPr>
      </w:pPr>
      <w:r>
        <w:rPr>
          <w:b/>
          <w:szCs w:val="28"/>
        </w:rPr>
        <w:t xml:space="preserve">Временно исполняющий обязанности </w:t>
      </w:r>
    </w:p>
    <w:p w:rsidR="00E61E24" w:rsidRPr="00154A47" w:rsidRDefault="00E61E24" w:rsidP="00DA7887">
      <w:pPr>
        <w:pStyle w:val="Heading1"/>
        <w:rPr>
          <w:b/>
          <w:szCs w:val="28"/>
        </w:rPr>
      </w:pPr>
      <w:r w:rsidRPr="00154A47">
        <w:rPr>
          <w:b/>
          <w:szCs w:val="28"/>
        </w:rPr>
        <w:t>Губернатор</w:t>
      </w:r>
      <w:r>
        <w:rPr>
          <w:b/>
          <w:szCs w:val="28"/>
        </w:rPr>
        <w:t>а</w:t>
      </w:r>
      <w:r w:rsidRPr="00154A47">
        <w:rPr>
          <w:b/>
          <w:szCs w:val="28"/>
        </w:rPr>
        <w:t xml:space="preserve"> </w:t>
      </w:r>
      <w:r>
        <w:rPr>
          <w:b/>
          <w:szCs w:val="28"/>
        </w:rPr>
        <w:t xml:space="preserve">Ульяновской </w:t>
      </w:r>
      <w:r w:rsidRPr="00154A47">
        <w:rPr>
          <w:b/>
          <w:szCs w:val="28"/>
        </w:rPr>
        <w:t>области</w:t>
      </w:r>
      <w:r w:rsidRPr="00154A47">
        <w:rPr>
          <w:b/>
          <w:szCs w:val="28"/>
        </w:rPr>
        <w:tab/>
      </w:r>
      <w:r w:rsidRPr="00154A47">
        <w:rPr>
          <w:b/>
          <w:szCs w:val="28"/>
        </w:rPr>
        <w:tab/>
      </w:r>
      <w:r w:rsidRPr="00154A47">
        <w:rPr>
          <w:b/>
          <w:szCs w:val="28"/>
        </w:rPr>
        <w:tab/>
      </w:r>
      <w:r w:rsidRPr="00154A47">
        <w:rPr>
          <w:b/>
          <w:szCs w:val="28"/>
        </w:rPr>
        <w:tab/>
      </w:r>
      <w:r w:rsidRPr="00154A47">
        <w:rPr>
          <w:b/>
          <w:szCs w:val="28"/>
        </w:rPr>
        <w:tab/>
        <w:t xml:space="preserve"> </w:t>
      </w:r>
      <w:r>
        <w:rPr>
          <w:b/>
          <w:szCs w:val="28"/>
        </w:rPr>
        <w:t xml:space="preserve">     </w:t>
      </w:r>
      <w:r w:rsidRPr="00154A47">
        <w:rPr>
          <w:b/>
          <w:szCs w:val="28"/>
        </w:rPr>
        <w:t>С.И.Морозов</w:t>
      </w:r>
    </w:p>
    <w:p w:rsidR="00E61E24" w:rsidRPr="00C35162" w:rsidRDefault="00E61E24" w:rsidP="00C35162">
      <w:pPr>
        <w:pStyle w:val="a"/>
        <w:rPr>
          <w:sz w:val="28"/>
          <w:szCs w:val="28"/>
          <w:lang w:eastAsia="en-US"/>
        </w:rPr>
      </w:pPr>
    </w:p>
    <w:p w:rsidR="00E61E24" w:rsidRPr="00C35162" w:rsidRDefault="00E61E24" w:rsidP="00C35162">
      <w:pPr>
        <w:pStyle w:val="a"/>
        <w:rPr>
          <w:sz w:val="28"/>
          <w:szCs w:val="28"/>
          <w:lang w:eastAsia="en-US"/>
        </w:rPr>
      </w:pPr>
    </w:p>
    <w:p w:rsidR="00E61E24" w:rsidRPr="00C35162" w:rsidRDefault="00E61E24" w:rsidP="00C35162">
      <w:pPr>
        <w:pStyle w:val="a"/>
        <w:rPr>
          <w:sz w:val="28"/>
          <w:szCs w:val="28"/>
          <w:lang w:eastAsia="en-US"/>
        </w:rPr>
      </w:pPr>
    </w:p>
    <w:p w:rsidR="00E61E24" w:rsidRPr="00154A47" w:rsidRDefault="00E61E24" w:rsidP="00C351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54A47">
        <w:rPr>
          <w:rFonts w:ascii="Times New Roman" w:hAnsi="Times New Roman"/>
          <w:sz w:val="28"/>
          <w:szCs w:val="28"/>
        </w:rPr>
        <w:t>г. Ульяновск</w:t>
      </w:r>
    </w:p>
    <w:p w:rsidR="00E61E24" w:rsidRPr="00154A47" w:rsidRDefault="00E61E24" w:rsidP="00C351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54A47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31 августа</w:t>
      </w:r>
      <w:r w:rsidRPr="00154A47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154A47">
          <w:rPr>
            <w:rFonts w:ascii="Times New Roman" w:hAnsi="Times New Roman"/>
            <w:sz w:val="28"/>
            <w:szCs w:val="28"/>
          </w:rPr>
          <w:t>201</w:t>
        </w:r>
        <w:r>
          <w:rPr>
            <w:rFonts w:ascii="Times New Roman" w:hAnsi="Times New Roman"/>
            <w:sz w:val="28"/>
            <w:szCs w:val="28"/>
          </w:rPr>
          <w:t>6</w:t>
        </w:r>
        <w:r w:rsidRPr="00154A47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154A47">
        <w:rPr>
          <w:rFonts w:ascii="Times New Roman" w:hAnsi="Times New Roman"/>
          <w:sz w:val="28"/>
          <w:szCs w:val="28"/>
        </w:rPr>
        <w:t>.</w:t>
      </w:r>
    </w:p>
    <w:p w:rsidR="00E61E24" w:rsidRPr="00154A47" w:rsidRDefault="00E61E24" w:rsidP="00C351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54A47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114</w:t>
      </w:r>
      <w:r w:rsidRPr="00154A47">
        <w:rPr>
          <w:rFonts w:ascii="Times New Roman" w:hAnsi="Times New Roman"/>
          <w:sz w:val="28"/>
          <w:szCs w:val="28"/>
        </w:rPr>
        <w:t>-ЗО</w:t>
      </w:r>
    </w:p>
    <w:sectPr w:rsidR="00E61E24" w:rsidRPr="00154A47" w:rsidSect="00C35162">
      <w:headerReference w:type="default" r:id="rId7"/>
      <w:footerReference w:type="firs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E24" w:rsidRDefault="00E61E24" w:rsidP="00AE5DF4">
      <w:pPr>
        <w:spacing w:after="0" w:line="240" w:lineRule="auto"/>
      </w:pPr>
      <w:r>
        <w:separator/>
      </w:r>
    </w:p>
  </w:endnote>
  <w:endnote w:type="continuationSeparator" w:id="0">
    <w:p w:rsidR="00E61E24" w:rsidRDefault="00E61E24" w:rsidP="00AE5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E24" w:rsidRPr="00C35162" w:rsidRDefault="00E61E24" w:rsidP="00C35162">
    <w:pPr>
      <w:pStyle w:val="Footer"/>
      <w:spacing w:after="0" w:line="240" w:lineRule="auto"/>
      <w:jc w:val="right"/>
      <w:rPr>
        <w:rFonts w:ascii="Times New Roman" w:hAnsi="Times New Roman"/>
        <w:sz w:val="16"/>
        <w:szCs w:val="16"/>
      </w:rPr>
    </w:pPr>
    <w:r w:rsidRPr="00C35162">
      <w:rPr>
        <w:rFonts w:ascii="Times New Roman" w:hAnsi="Times New Roman"/>
        <w:sz w:val="16"/>
        <w:szCs w:val="16"/>
      </w:rPr>
      <w:t>0607чл1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E24" w:rsidRDefault="00E61E24" w:rsidP="00AE5DF4">
      <w:pPr>
        <w:spacing w:after="0" w:line="240" w:lineRule="auto"/>
      </w:pPr>
      <w:r>
        <w:separator/>
      </w:r>
    </w:p>
  </w:footnote>
  <w:footnote w:type="continuationSeparator" w:id="0">
    <w:p w:rsidR="00E61E24" w:rsidRDefault="00E61E24" w:rsidP="00AE5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E24" w:rsidRPr="00AE5DF4" w:rsidRDefault="00E61E24" w:rsidP="00C35162">
    <w:pPr>
      <w:pStyle w:val="Header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AE5DF4">
      <w:rPr>
        <w:rFonts w:ascii="Times New Roman" w:hAnsi="Times New Roman"/>
        <w:sz w:val="28"/>
        <w:szCs w:val="28"/>
      </w:rPr>
      <w:fldChar w:fldCharType="begin"/>
    </w:r>
    <w:r w:rsidRPr="00AE5DF4">
      <w:rPr>
        <w:rFonts w:ascii="Times New Roman" w:hAnsi="Times New Roman"/>
        <w:sz w:val="28"/>
        <w:szCs w:val="28"/>
      </w:rPr>
      <w:instrText xml:space="preserve"> PAGE   \* MERGEFORMAT </w:instrText>
    </w:r>
    <w:r w:rsidRPr="00AE5DF4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AE5DF4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75D80"/>
    <w:multiLevelType w:val="hybridMultilevel"/>
    <w:tmpl w:val="BD9A6616"/>
    <w:lvl w:ilvl="0" w:tplc="E5766AE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3880383"/>
    <w:multiLevelType w:val="hybridMultilevel"/>
    <w:tmpl w:val="DCBEF844"/>
    <w:lvl w:ilvl="0" w:tplc="6A665BD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8A53A7B"/>
    <w:multiLevelType w:val="hybridMultilevel"/>
    <w:tmpl w:val="03226B40"/>
    <w:lvl w:ilvl="0" w:tplc="8CDC39A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85050BC"/>
    <w:multiLevelType w:val="hybridMultilevel"/>
    <w:tmpl w:val="9676CA2C"/>
    <w:lvl w:ilvl="0" w:tplc="6B50400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31BB07A7"/>
    <w:multiLevelType w:val="hybridMultilevel"/>
    <w:tmpl w:val="2750AE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2D43F53"/>
    <w:multiLevelType w:val="hybridMultilevel"/>
    <w:tmpl w:val="656C63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011C5A"/>
    <w:multiLevelType w:val="hybridMultilevel"/>
    <w:tmpl w:val="396401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553011E"/>
    <w:multiLevelType w:val="hybridMultilevel"/>
    <w:tmpl w:val="87CAB0A4"/>
    <w:lvl w:ilvl="0" w:tplc="ACB2A67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3F4C1835"/>
    <w:multiLevelType w:val="hybridMultilevel"/>
    <w:tmpl w:val="0A608774"/>
    <w:lvl w:ilvl="0" w:tplc="D722F03E">
      <w:start w:val="1"/>
      <w:numFmt w:val="decimal"/>
      <w:lvlText w:val="%1)"/>
      <w:lvlJc w:val="left"/>
      <w:pPr>
        <w:ind w:left="12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  <w:rPr>
        <w:rFonts w:cs="Times New Roman"/>
      </w:rPr>
    </w:lvl>
  </w:abstractNum>
  <w:abstractNum w:abstractNumId="9">
    <w:nsid w:val="49896255"/>
    <w:multiLevelType w:val="hybridMultilevel"/>
    <w:tmpl w:val="750478F0"/>
    <w:lvl w:ilvl="0" w:tplc="04B6336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50A0574E"/>
    <w:multiLevelType w:val="hybridMultilevel"/>
    <w:tmpl w:val="7E46C9E8"/>
    <w:lvl w:ilvl="0" w:tplc="24ECB78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50A21116"/>
    <w:multiLevelType w:val="hybridMultilevel"/>
    <w:tmpl w:val="72C0CF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5A7AB6"/>
    <w:multiLevelType w:val="hybridMultilevel"/>
    <w:tmpl w:val="BE2419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E7447D9"/>
    <w:multiLevelType w:val="hybridMultilevel"/>
    <w:tmpl w:val="16B69388"/>
    <w:lvl w:ilvl="0" w:tplc="3CCA6C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EF861CC"/>
    <w:multiLevelType w:val="hybridMultilevel"/>
    <w:tmpl w:val="5AEEAE48"/>
    <w:lvl w:ilvl="0" w:tplc="2D823824">
      <w:start w:val="1"/>
      <w:numFmt w:val="decimal"/>
      <w:lvlText w:val="%1)"/>
      <w:lvlJc w:val="left"/>
      <w:pPr>
        <w:tabs>
          <w:tab w:val="num" w:pos="2055"/>
        </w:tabs>
        <w:ind w:left="2055" w:hanging="13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142352C"/>
    <w:multiLevelType w:val="hybridMultilevel"/>
    <w:tmpl w:val="5534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A049D7"/>
    <w:multiLevelType w:val="hybridMultilevel"/>
    <w:tmpl w:val="F490DB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4BB6DFD"/>
    <w:multiLevelType w:val="hybridMultilevel"/>
    <w:tmpl w:val="698C8F64"/>
    <w:lvl w:ilvl="0" w:tplc="2354ACF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7B070C60"/>
    <w:multiLevelType w:val="hybridMultilevel"/>
    <w:tmpl w:val="048253AE"/>
    <w:lvl w:ilvl="0" w:tplc="982AF39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7B31533F"/>
    <w:multiLevelType w:val="hybridMultilevel"/>
    <w:tmpl w:val="D0F86070"/>
    <w:lvl w:ilvl="0" w:tplc="3B9EAC98">
      <w:start w:val="1"/>
      <w:numFmt w:val="decimal"/>
      <w:suff w:val="space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7CC729E7"/>
    <w:multiLevelType w:val="hybridMultilevel"/>
    <w:tmpl w:val="02DE4D8E"/>
    <w:lvl w:ilvl="0" w:tplc="B568F2C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7F8200DE"/>
    <w:multiLevelType w:val="hybridMultilevel"/>
    <w:tmpl w:val="6672C4E4"/>
    <w:lvl w:ilvl="0" w:tplc="AC72FBCA">
      <w:start w:val="1"/>
      <w:numFmt w:val="decimal"/>
      <w:lvlText w:val="%1."/>
      <w:lvlJc w:val="left"/>
      <w:pPr>
        <w:ind w:left="12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  <w:rPr>
        <w:rFonts w:cs="Times New Roman"/>
      </w:rPr>
    </w:lvl>
  </w:abstractNum>
  <w:num w:numId="1">
    <w:abstractNumId w:val="12"/>
  </w:num>
  <w:num w:numId="2">
    <w:abstractNumId w:val="5"/>
  </w:num>
  <w:num w:numId="3">
    <w:abstractNumId w:val="17"/>
  </w:num>
  <w:num w:numId="4">
    <w:abstractNumId w:val="7"/>
  </w:num>
  <w:num w:numId="5">
    <w:abstractNumId w:val="13"/>
  </w:num>
  <w:num w:numId="6">
    <w:abstractNumId w:val="20"/>
  </w:num>
  <w:num w:numId="7">
    <w:abstractNumId w:val="4"/>
  </w:num>
  <w:num w:numId="8">
    <w:abstractNumId w:val="3"/>
  </w:num>
  <w:num w:numId="9">
    <w:abstractNumId w:val="16"/>
  </w:num>
  <w:num w:numId="10">
    <w:abstractNumId w:val="9"/>
  </w:num>
  <w:num w:numId="11">
    <w:abstractNumId w:val="11"/>
  </w:num>
  <w:num w:numId="12">
    <w:abstractNumId w:val="0"/>
  </w:num>
  <w:num w:numId="13">
    <w:abstractNumId w:val="18"/>
  </w:num>
  <w:num w:numId="14">
    <w:abstractNumId w:val="15"/>
  </w:num>
  <w:num w:numId="15">
    <w:abstractNumId w:val="6"/>
  </w:num>
  <w:num w:numId="16">
    <w:abstractNumId w:val="2"/>
  </w:num>
  <w:num w:numId="17">
    <w:abstractNumId w:val="21"/>
  </w:num>
  <w:num w:numId="18">
    <w:abstractNumId w:val="14"/>
  </w:num>
  <w:num w:numId="19">
    <w:abstractNumId w:val="8"/>
  </w:num>
  <w:num w:numId="20">
    <w:abstractNumId w:val="1"/>
  </w:num>
  <w:num w:numId="21">
    <w:abstractNumId w:val="10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6517"/>
    <w:rsid w:val="000005A7"/>
    <w:rsid w:val="00000C2A"/>
    <w:rsid w:val="00001B36"/>
    <w:rsid w:val="00002DB5"/>
    <w:rsid w:val="000030E1"/>
    <w:rsid w:val="000030FE"/>
    <w:rsid w:val="00003A76"/>
    <w:rsid w:val="000042EA"/>
    <w:rsid w:val="00005263"/>
    <w:rsid w:val="00007064"/>
    <w:rsid w:val="000071A6"/>
    <w:rsid w:val="00007971"/>
    <w:rsid w:val="00007DC7"/>
    <w:rsid w:val="00010C64"/>
    <w:rsid w:val="000120D7"/>
    <w:rsid w:val="00012C6C"/>
    <w:rsid w:val="0001345C"/>
    <w:rsid w:val="0001355E"/>
    <w:rsid w:val="00013A17"/>
    <w:rsid w:val="00013DEF"/>
    <w:rsid w:val="000162F2"/>
    <w:rsid w:val="00017105"/>
    <w:rsid w:val="0001770B"/>
    <w:rsid w:val="00017B6F"/>
    <w:rsid w:val="00017B74"/>
    <w:rsid w:val="00017CC2"/>
    <w:rsid w:val="00017FE9"/>
    <w:rsid w:val="000204E0"/>
    <w:rsid w:val="00020B39"/>
    <w:rsid w:val="00021B3B"/>
    <w:rsid w:val="00021D92"/>
    <w:rsid w:val="00023DBD"/>
    <w:rsid w:val="0002445A"/>
    <w:rsid w:val="000249C2"/>
    <w:rsid w:val="00026362"/>
    <w:rsid w:val="00026828"/>
    <w:rsid w:val="00027257"/>
    <w:rsid w:val="000312B3"/>
    <w:rsid w:val="00033112"/>
    <w:rsid w:val="000349CC"/>
    <w:rsid w:val="00034C5F"/>
    <w:rsid w:val="00035CD8"/>
    <w:rsid w:val="00035E6A"/>
    <w:rsid w:val="00036FC0"/>
    <w:rsid w:val="00037BD4"/>
    <w:rsid w:val="0004089F"/>
    <w:rsid w:val="00041A3E"/>
    <w:rsid w:val="00041F36"/>
    <w:rsid w:val="00042ADE"/>
    <w:rsid w:val="00044FFD"/>
    <w:rsid w:val="0004506D"/>
    <w:rsid w:val="000456D7"/>
    <w:rsid w:val="000459EF"/>
    <w:rsid w:val="0004680F"/>
    <w:rsid w:val="00046886"/>
    <w:rsid w:val="00046F7D"/>
    <w:rsid w:val="000472A5"/>
    <w:rsid w:val="00047AD3"/>
    <w:rsid w:val="00050102"/>
    <w:rsid w:val="0005134E"/>
    <w:rsid w:val="0005185C"/>
    <w:rsid w:val="000519B7"/>
    <w:rsid w:val="0005282B"/>
    <w:rsid w:val="00052A73"/>
    <w:rsid w:val="00052BFC"/>
    <w:rsid w:val="00053607"/>
    <w:rsid w:val="00053CCD"/>
    <w:rsid w:val="0005490B"/>
    <w:rsid w:val="000562BA"/>
    <w:rsid w:val="0005703A"/>
    <w:rsid w:val="0005761D"/>
    <w:rsid w:val="000577AA"/>
    <w:rsid w:val="000579AC"/>
    <w:rsid w:val="00057E02"/>
    <w:rsid w:val="00057F83"/>
    <w:rsid w:val="00060A5F"/>
    <w:rsid w:val="00060ECC"/>
    <w:rsid w:val="00061163"/>
    <w:rsid w:val="000614F2"/>
    <w:rsid w:val="00062519"/>
    <w:rsid w:val="00064C4F"/>
    <w:rsid w:val="0006650E"/>
    <w:rsid w:val="00066EF6"/>
    <w:rsid w:val="00070988"/>
    <w:rsid w:val="00070FE2"/>
    <w:rsid w:val="00071EF6"/>
    <w:rsid w:val="00072615"/>
    <w:rsid w:val="00073A03"/>
    <w:rsid w:val="00074CE9"/>
    <w:rsid w:val="000757B2"/>
    <w:rsid w:val="00077309"/>
    <w:rsid w:val="000809C1"/>
    <w:rsid w:val="00080B45"/>
    <w:rsid w:val="0008107B"/>
    <w:rsid w:val="0008128E"/>
    <w:rsid w:val="00082B25"/>
    <w:rsid w:val="00082FD9"/>
    <w:rsid w:val="00083F25"/>
    <w:rsid w:val="00084385"/>
    <w:rsid w:val="0008453D"/>
    <w:rsid w:val="00084AD5"/>
    <w:rsid w:val="0008505C"/>
    <w:rsid w:val="00087F32"/>
    <w:rsid w:val="00090C99"/>
    <w:rsid w:val="00090E4A"/>
    <w:rsid w:val="0009185A"/>
    <w:rsid w:val="00092E7B"/>
    <w:rsid w:val="00093D67"/>
    <w:rsid w:val="00094452"/>
    <w:rsid w:val="00094CFC"/>
    <w:rsid w:val="00095B8C"/>
    <w:rsid w:val="000962FA"/>
    <w:rsid w:val="00097FCC"/>
    <w:rsid w:val="000A0CE2"/>
    <w:rsid w:val="000A0D52"/>
    <w:rsid w:val="000A16C0"/>
    <w:rsid w:val="000A200C"/>
    <w:rsid w:val="000A29A1"/>
    <w:rsid w:val="000A2F01"/>
    <w:rsid w:val="000A563C"/>
    <w:rsid w:val="000A576F"/>
    <w:rsid w:val="000A62A2"/>
    <w:rsid w:val="000A6619"/>
    <w:rsid w:val="000A7670"/>
    <w:rsid w:val="000B0916"/>
    <w:rsid w:val="000B091F"/>
    <w:rsid w:val="000B1316"/>
    <w:rsid w:val="000B2C78"/>
    <w:rsid w:val="000B3A64"/>
    <w:rsid w:val="000B49B6"/>
    <w:rsid w:val="000B4B0D"/>
    <w:rsid w:val="000B5430"/>
    <w:rsid w:val="000B5531"/>
    <w:rsid w:val="000B5FF9"/>
    <w:rsid w:val="000B75EF"/>
    <w:rsid w:val="000C05D2"/>
    <w:rsid w:val="000C065E"/>
    <w:rsid w:val="000C0802"/>
    <w:rsid w:val="000C12F5"/>
    <w:rsid w:val="000C1D5E"/>
    <w:rsid w:val="000C23DE"/>
    <w:rsid w:val="000C2684"/>
    <w:rsid w:val="000C27F0"/>
    <w:rsid w:val="000C320D"/>
    <w:rsid w:val="000C4B8F"/>
    <w:rsid w:val="000C4CEF"/>
    <w:rsid w:val="000C51BF"/>
    <w:rsid w:val="000C5517"/>
    <w:rsid w:val="000C67E6"/>
    <w:rsid w:val="000C6B7C"/>
    <w:rsid w:val="000D039C"/>
    <w:rsid w:val="000D0957"/>
    <w:rsid w:val="000D17E9"/>
    <w:rsid w:val="000D2E46"/>
    <w:rsid w:val="000D41C3"/>
    <w:rsid w:val="000D4DD4"/>
    <w:rsid w:val="000D4E59"/>
    <w:rsid w:val="000D55CB"/>
    <w:rsid w:val="000D6AB4"/>
    <w:rsid w:val="000D71F8"/>
    <w:rsid w:val="000D76B2"/>
    <w:rsid w:val="000D7BA4"/>
    <w:rsid w:val="000E0445"/>
    <w:rsid w:val="000E1501"/>
    <w:rsid w:val="000E2A9F"/>
    <w:rsid w:val="000E2C46"/>
    <w:rsid w:val="000E384F"/>
    <w:rsid w:val="000E3DD3"/>
    <w:rsid w:val="000E43BF"/>
    <w:rsid w:val="000E45BD"/>
    <w:rsid w:val="000E4ADD"/>
    <w:rsid w:val="000E5242"/>
    <w:rsid w:val="000E56C7"/>
    <w:rsid w:val="000E5CB4"/>
    <w:rsid w:val="000E732D"/>
    <w:rsid w:val="000E7FE3"/>
    <w:rsid w:val="000F136A"/>
    <w:rsid w:val="000F1843"/>
    <w:rsid w:val="000F2711"/>
    <w:rsid w:val="000F280D"/>
    <w:rsid w:val="000F4D35"/>
    <w:rsid w:val="000F5367"/>
    <w:rsid w:val="000F5B8C"/>
    <w:rsid w:val="000F5E27"/>
    <w:rsid w:val="000F68A1"/>
    <w:rsid w:val="000F76C5"/>
    <w:rsid w:val="000F7B11"/>
    <w:rsid w:val="00100964"/>
    <w:rsid w:val="00100AA1"/>
    <w:rsid w:val="00100E2A"/>
    <w:rsid w:val="0010184B"/>
    <w:rsid w:val="00102C2F"/>
    <w:rsid w:val="00105BD5"/>
    <w:rsid w:val="00106AF8"/>
    <w:rsid w:val="0010744B"/>
    <w:rsid w:val="00107D17"/>
    <w:rsid w:val="00110129"/>
    <w:rsid w:val="00110374"/>
    <w:rsid w:val="00110A27"/>
    <w:rsid w:val="00111A38"/>
    <w:rsid w:val="0011376F"/>
    <w:rsid w:val="00113C77"/>
    <w:rsid w:val="00113C7E"/>
    <w:rsid w:val="001152FD"/>
    <w:rsid w:val="001156E0"/>
    <w:rsid w:val="00115C89"/>
    <w:rsid w:val="00115E29"/>
    <w:rsid w:val="00115EE4"/>
    <w:rsid w:val="001161A3"/>
    <w:rsid w:val="001168CB"/>
    <w:rsid w:val="00116EC3"/>
    <w:rsid w:val="001207C9"/>
    <w:rsid w:val="00120B6E"/>
    <w:rsid w:val="001227D0"/>
    <w:rsid w:val="00123AD6"/>
    <w:rsid w:val="0012460D"/>
    <w:rsid w:val="001251AC"/>
    <w:rsid w:val="0012533B"/>
    <w:rsid w:val="00125E6A"/>
    <w:rsid w:val="00125F57"/>
    <w:rsid w:val="00126249"/>
    <w:rsid w:val="001277BB"/>
    <w:rsid w:val="00127AA1"/>
    <w:rsid w:val="001311F1"/>
    <w:rsid w:val="00131B3D"/>
    <w:rsid w:val="00131E68"/>
    <w:rsid w:val="0013229A"/>
    <w:rsid w:val="00132672"/>
    <w:rsid w:val="001328DC"/>
    <w:rsid w:val="00133CE1"/>
    <w:rsid w:val="001340D7"/>
    <w:rsid w:val="00134B51"/>
    <w:rsid w:val="0013577D"/>
    <w:rsid w:val="00135860"/>
    <w:rsid w:val="00136566"/>
    <w:rsid w:val="00136A8F"/>
    <w:rsid w:val="0013734F"/>
    <w:rsid w:val="0013760A"/>
    <w:rsid w:val="00137C26"/>
    <w:rsid w:val="00137FF4"/>
    <w:rsid w:val="001406E3"/>
    <w:rsid w:val="0014207B"/>
    <w:rsid w:val="00142711"/>
    <w:rsid w:val="00142ED0"/>
    <w:rsid w:val="001433E1"/>
    <w:rsid w:val="00143D64"/>
    <w:rsid w:val="00144003"/>
    <w:rsid w:val="00145B53"/>
    <w:rsid w:val="001463D0"/>
    <w:rsid w:val="0014697F"/>
    <w:rsid w:val="00147C83"/>
    <w:rsid w:val="00147D9C"/>
    <w:rsid w:val="00147F35"/>
    <w:rsid w:val="001500FF"/>
    <w:rsid w:val="00150720"/>
    <w:rsid w:val="00150A28"/>
    <w:rsid w:val="00150DC5"/>
    <w:rsid w:val="001529DD"/>
    <w:rsid w:val="0015308B"/>
    <w:rsid w:val="0015318F"/>
    <w:rsid w:val="00153582"/>
    <w:rsid w:val="00153637"/>
    <w:rsid w:val="00153645"/>
    <w:rsid w:val="00153CB5"/>
    <w:rsid w:val="001545B3"/>
    <w:rsid w:val="00154A47"/>
    <w:rsid w:val="00155A39"/>
    <w:rsid w:val="00156C7E"/>
    <w:rsid w:val="00156D37"/>
    <w:rsid w:val="0015778A"/>
    <w:rsid w:val="001604C8"/>
    <w:rsid w:val="00161775"/>
    <w:rsid w:val="00162392"/>
    <w:rsid w:val="00162985"/>
    <w:rsid w:val="00162B73"/>
    <w:rsid w:val="001631F0"/>
    <w:rsid w:val="001634A4"/>
    <w:rsid w:val="0016352E"/>
    <w:rsid w:val="00163887"/>
    <w:rsid w:val="00164177"/>
    <w:rsid w:val="00165A3D"/>
    <w:rsid w:val="00165D26"/>
    <w:rsid w:val="00165F32"/>
    <w:rsid w:val="0016607F"/>
    <w:rsid w:val="0016624F"/>
    <w:rsid w:val="0016728E"/>
    <w:rsid w:val="00167577"/>
    <w:rsid w:val="0016798E"/>
    <w:rsid w:val="00170F98"/>
    <w:rsid w:val="001712B3"/>
    <w:rsid w:val="001712D0"/>
    <w:rsid w:val="00171CA8"/>
    <w:rsid w:val="0017205B"/>
    <w:rsid w:val="00172F2E"/>
    <w:rsid w:val="00173807"/>
    <w:rsid w:val="00174C2D"/>
    <w:rsid w:val="00174C3F"/>
    <w:rsid w:val="001768B5"/>
    <w:rsid w:val="001822A7"/>
    <w:rsid w:val="00182A4E"/>
    <w:rsid w:val="00184FA1"/>
    <w:rsid w:val="00187B99"/>
    <w:rsid w:val="00187D7C"/>
    <w:rsid w:val="00191050"/>
    <w:rsid w:val="00191195"/>
    <w:rsid w:val="00191D64"/>
    <w:rsid w:val="00193314"/>
    <w:rsid w:val="001937B3"/>
    <w:rsid w:val="001946D8"/>
    <w:rsid w:val="001948FE"/>
    <w:rsid w:val="0019552F"/>
    <w:rsid w:val="001965A3"/>
    <w:rsid w:val="00196E9B"/>
    <w:rsid w:val="001A0466"/>
    <w:rsid w:val="001A0DD1"/>
    <w:rsid w:val="001A1806"/>
    <w:rsid w:val="001A19FB"/>
    <w:rsid w:val="001A1ABF"/>
    <w:rsid w:val="001A3831"/>
    <w:rsid w:val="001A43F7"/>
    <w:rsid w:val="001A49A7"/>
    <w:rsid w:val="001A516B"/>
    <w:rsid w:val="001A5191"/>
    <w:rsid w:val="001A54B5"/>
    <w:rsid w:val="001A60E9"/>
    <w:rsid w:val="001A68BE"/>
    <w:rsid w:val="001A6CA1"/>
    <w:rsid w:val="001A7BFB"/>
    <w:rsid w:val="001B39C7"/>
    <w:rsid w:val="001B5472"/>
    <w:rsid w:val="001B6785"/>
    <w:rsid w:val="001B6C96"/>
    <w:rsid w:val="001B6F7F"/>
    <w:rsid w:val="001C0058"/>
    <w:rsid w:val="001C115F"/>
    <w:rsid w:val="001C17E3"/>
    <w:rsid w:val="001C1AE3"/>
    <w:rsid w:val="001C23CF"/>
    <w:rsid w:val="001C32C3"/>
    <w:rsid w:val="001C3F1E"/>
    <w:rsid w:val="001C497A"/>
    <w:rsid w:val="001C4A39"/>
    <w:rsid w:val="001C4C03"/>
    <w:rsid w:val="001C7F0C"/>
    <w:rsid w:val="001D1990"/>
    <w:rsid w:val="001D1C2A"/>
    <w:rsid w:val="001D314A"/>
    <w:rsid w:val="001D425D"/>
    <w:rsid w:val="001D55CB"/>
    <w:rsid w:val="001D57D6"/>
    <w:rsid w:val="001D5A65"/>
    <w:rsid w:val="001D5B40"/>
    <w:rsid w:val="001D65F4"/>
    <w:rsid w:val="001D7521"/>
    <w:rsid w:val="001E0907"/>
    <w:rsid w:val="001E2370"/>
    <w:rsid w:val="001E25E1"/>
    <w:rsid w:val="001E26BB"/>
    <w:rsid w:val="001E2AEF"/>
    <w:rsid w:val="001E303A"/>
    <w:rsid w:val="001E41E5"/>
    <w:rsid w:val="001E4D4D"/>
    <w:rsid w:val="001E6567"/>
    <w:rsid w:val="001E65D4"/>
    <w:rsid w:val="001E7398"/>
    <w:rsid w:val="001E7765"/>
    <w:rsid w:val="001E7CC8"/>
    <w:rsid w:val="001F0156"/>
    <w:rsid w:val="001F12AE"/>
    <w:rsid w:val="001F17A6"/>
    <w:rsid w:val="001F17F3"/>
    <w:rsid w:val="001F2577"/>
    <w:rsid w:val="001F2738"/>
    <w:rsid w:val="001F2CFC"/>
    <w:rsid w:val="001F31E8"/>
    <w:rsid w:val="001F3901"/>
    <w:rsid w:val="001F3D25"/>
    <w:rsid w:val="001F416A"/>
    <w:rsid w:val="001F681A"/>
    <w:rsid w:val="001F7AFC"/>
    <w:rsid w:val="001F7B3C"/>
    <w:rsid w:val="001F7D52"/>
    <w:rsid w:val="002000BF"/>
    <w:rsid w:val="0020047B"/>
    <w:rsid w:val="002004F0"/>
    <w:rsid w:val="002012D4"/>
    <w:rsid w:val="0020163F"/>
    <w:rsid w:val="00201861"/>
    <w:rsid w:val="00201910"/>
    <w:rsid w:val="002022E2"/>
    <w:rsid w:val="002029EB"/>
    <w:rsid w:val="00202DBC"/>
    <w:rsid w:val="002032EE"/>
    <w:rsid w:val="002033CB"/>
    <w:rsid w:val="00203CC2"/>
    <w:rsid w:val="00204DAE"/>
    <w:rsid w:val="00204F6A"/>
    <w:rsid w:val="002054C6"/>
    <w:rsid w:val="00206C72"/>
    <w:rsid w:val="00210A13"/>
    <w:rsid w:val="00211EC7"/>
    <w:rsid w:val="00212482"/>
    <w:rsid w:val="0021306D"/>
    <w:rsid w:val="0021419A"/>
    <w:rsid w:val="002158D8"/>
    <w:rsid w:val="00216A81"/>
    <w:rsid w:val="002179B7"/>
    <w:rsid w:val="00221025"/>
    <w:rsid w:val="00223A4F"/>
    <w:rsid w:val="002241B3"/>
    <w:rsid w:val="00224744"/>
    <w:rsid w:val="00224ACB"/>
    <w:rsid w:val="002265F8"/>
    <w:rsid w:val="002274A3"/>
    <w:rsid w:val="00227800"/>
    <w:rsid w:val="00230FE0"/>
    <w:rsid w:val="00231449"/>
    <w:rsid w:val="00232A81"/>
    <w:rsid w:val="002355D2"/>
    <w:rsid w:val="00236819"/>
    <w:rsid w:val="00236CF7"/>
    <w:rsid w:val="002403C0"/>
    <w:rsid w:val="002406B5"/>
    <w:rsid w:val="00241787"/>
    <w:rsid w:val="00241880"/>
    <w:rsid w:val="0024249E"/>
    <w:rsid w:val="0024275F"/>
    <w:rsid w:val="00244DD5"/>
    <w:rsid w:val="00245056"/>
    <w:rsid w:val="002464BA"/>
    <w:rsid w:val="00246B27"/>
    <w:rsid w:val="00246D58"/>
    <w:rsid w:val="0024721B"/>
    <w:rsid w:val="00247FDE"/>
    <w:rsid w:val="002501D6"/>
    <w:rsid w:val="00252139"/>
    <w:rsid w:val="00252666"/>
    <w:rsid w:val="00253127"/>
    <w:rsid w:val="002536A2"/>
    <w:rsid w:val="0025423D"/>
    <w:rsid w:val="002542C0"/>
    <w:rsid w:val="00254AEB"/>
    <w:rsid w:val="00254E41"/>
    <w:rsid w:val="00256969"/>
    <w:rsid w:val="0025787C"/>
    <w:rsid w:val="00260BED"/>
    <w:rsid w:val="00260EF1"/>
    <w:rsid w:val="00261108"/>
    <w:rsid w:val="00262013"/>
    <w:rsid w:val="002621E9"/>
    <w:rsid w:val="00262781"/>
    <w:rsid w:val="00262AAE"/>
    <w:rsid w:val="002631AC"/>
    <w:rsid w:val="002646AC"/>
    <w:rsid w:val="002648B1"/>
    <w:rsid w:val="00264E47"/>
    <w:rsid w:val="00265A46"/>
    <w:rsid w:val="0026628D"/>
    <w:rsid w:val="002672EA"/>
    <w:rsid w:val="0027044D"/>
    <w:rsid w:val="00271129"/>
    <w:rsid w:val="00271995"/>
    <w:rsid w:val="00271D4E"/>
    <w:rsid w:val="002720F8"/>
    <w:rsid w:val="002721DB"/>
    <w:rsid w:val="00273574"/>
    <w:rsid w:val="00273B03"/>
    <w:rsid w:val="0027587C"/>
    <w:rsid w:val="00275B47"/>
    <w:rsid w:val="00275E2D"/>
    <w:rsid w:val="00276148"/>
    <w:rsid w:val="00280ED5"/>
    <w:rsid w:val="002810AC"/>
    <w:rsid w:val="002816BE"/>
    <w:rsid w:val="002820D2"/>
    <w:rsid w:val="00282720"/>
    <w:rsid w:val="002835C3"/>
    <w:rsid w:val="00283952"/>
    <w:rsid w:val="00284D19"/>
    <w:rsid w:val="00284D4A"/>
    <w:rsid w:val="00284FA8"/>
    <w:rsid w:val="00285733"/>
    <w:rsid w:val="002867E1"/>
    <w:rsid w:val="002868CA"/>
    <w:rsid w:val="00286932"/>
    <w:rsid w:val="00290545"/>
    <w:rsid w:val="002907BD"/>
    <w:rsid w:val="002911F6"/>
    <w:rsid w:val="00291430"/>
    <w:rsid w:val="00292260"/>
    <w:rsid w:val="00292AE4"/>
    <w:rsid w:val="00292D94"/>
    <w:rsid w:val="00293788"/>
    <w:rsid w:val="002937A7"/>
    <w:rsid w:val="00294721"/>
    <w:rsid w:val="00294B8B"/>
    <w:rsid w:val="00294CD5"/>
    <w:rsid w:val="00295475"/>
    <w:rsid w:val="00295732"/>
    <w:rsid w:val="00295B92"/>
    <w:rsid w:val="00296266"/>
    <w:rsid w:val="00297311"/>
    <w:rsid w:val="002A0132"/>
    <w:rsid w:val="002A19C0"/>
    <w:rsid w:val="002A327F"/>
    <w:rsid w:val="002A7F3E"/>
    <w:rsid w:val="002B0890"/>
    <w:rsid w:val="002B14E2"/>
    <w:rsid w:val="002B1B59"/>
    <w:rsid w:val="002B2752"/>
    <w:rsid w:val="002B29D2"/>
    <w:rsid w:val="002B3273"/>
    <w:rsid w:val="002B47DF"/>
    <w:rsid w:val="002B61CF"/>
    <w:rsid w:val="002B706E"/>
    <w:rsid w:val="002C0AAA"/>
    <w:rsid w:val="002C12C7"/>
    <w:rsid w:val="002C4C67"/>
    <w:rsid w:val="002C5BAA"/>
    <w:rsid w:val="002C6C07"/>
    <w:rsid w:val="002C6D2B"/>
    <w:rsid w:val="002C75AF"/>
    <w:rsid w:val="002C7DE4"/>
    <w:rsid w:val="002C7F87"/>
    <w:rsid w:val="002D0F0A"/>
    <w:rsid w:val="002D1CD0"/>
    <w:rsid w:val="002D2A83"/>
    <w:rsid w:val="002D398C"/>
    <w:rsid w:val="002D3A3C"/>
    <w:rsid w:val="002D4E48"/>
    <w:rsid w:val="002D4FCF"/>
    <w:rsid w:val="002D7B68"/>
    <w:rsid w:val="002E061C"/>
    <w:rsid w:val="002E0B81"/>
    <w:rsid w:val="002E1337"/>
    <w:rsid w:val="002E16BA"/>
    <w:rsid w:val="002E4B0F"/>
    <w:rsid w:val="002E5270"/>
    <w:rsid w:val="002E55B0"/>
    <w:rsid w:val="002E61A9"/>
    <w:rsid w:val="002E6AB9"/>
    <w:rsid w:val="002E6EA3"/>
    <w:rsid w:val="002E7B83"/>
    <w:rsid w:val="002F0472"/>
    <w:rsid w:val="002F11ED"/>
    <w:rsid w:val="002F1255"/>
    <w:rsid w:val="002F1949"/>
    <w:rsid w:val="002F1F73"/>
    <w:rsid w:val="002F2E57"/>
    <w:rsid w:val="002F3585"/>
    <w:rsid w:val="002F41BC"/>
    <w:rsid w:val="002F6391"/>
    <w:rsid w:val="002F6BAA"/>
    <w:rsid w:val="002F7DFD"/>
    <w:rsid w:val="003019A4"/>
    <w:rsid w:val="00302E98"/>
    <w:rsid w:val="0030323B"/>
    <w:rsid w:val="003034FE"/>
    <w:rsid w:val="00303F99"/>
    <w:rsid w:val="00305F8C"/>
    <w:rsid w:val="00306456"/>
    <w:rsid w:val="003077C7"/>
    <w:rsid w:val="00310A6E"/>
    <w:rsid w:val="00311528"/>
    <w:rsid w:val="00312591"/>
    <w:rsid w:val="0031362F"/>
    <w:rsid w:val="00313B47"/>
    <w:rsid w:val="00313DC9"/>
    <w:rsid w:val="00313FE7"/>
    <w:rsid w:val="003150F5"/>
    <w:rsid w:val="00315A63"/>
    <w:rsid w:val="00316AE0"/>
    <w:rsid w:val="00316BD9"/>
    <w:rsid w:val="00317CD1"/>
    <w:rsid w:val="00317F04"/>
    <w:rsid w:val="00320028"/>
    <w:rsid w:val="003207AB"/>
    <w:rsid w:val="00321385"/>
    <w:rsid w:val="00322C8E"/>
    <w:rsid w:val="00322FF9"/>
    <w:rsid w:val="003241D9"/>
    <w:rsid w:val="003268B7"/>
    <w:rsid w:val="00326D4A"/>
    <w:rsid w:val="003274FD"/>
    <w:rsid w:val="003275D8"/>
    <w:rsid w:val="0033114A"/>
    <w:rsid w:val="00331549"/>
    <w:rsid w:val="00331C29"/>
    <w:rsid w:val="003331D7"/>
    <w:rsid w:val="003337E6"/>
    <w:rsid w:val="00334B28"/>
    <w:rsid w:val="003353D2"/>
    <w:rsid w:val="00335EBA"/>
    <w:rsid w:val="00337060"/>
    <w:rsid w:val="00337407"/>
    <w:rsid w:val="003376EC"/>
    <w:rsid w:val="003403BC"/>
    <w:rsid w:val="0034041F"/>
    <w:rsid w:val="00340936"/>
    <w:rsid w:val="00340DF3"/>
    <w:rsid w:val="003418D2"/>
    <w:rsid w:val="00341D25"/>
    <w:rsid w:val="00342A7F"/>
    <w:rsid w:val="00343387"/>
    <w:rsid w:val="00343BCD"/>
    <w:rsid w:val="00344604"/>
    <w:rsid w:val="00345347"/>
    <w:rsid w:val="003460F8"/>
    <w:rsid w:val="003463B0"/>
    <w:rsid w:val="003467B8"/>
    <w:rsid w:val="00351076"/>
    <w:rsid w:val="0035343C"/>
    <w:rsid w:val="00353819"/>
    <w:rsid w:val="00353E3F"/>
    <w:rsid w:val="0035485D"/>
    <w:rsid w:val="00354DC2"/>
    <w:rsid w:val="003564A0"/>
    <w:rsid w:val="003577CB"/>
    <w:rsid w:val="00357917"/>
    <w:rsid w:val="00360689"/>
    <w:rsid w:val="003608C6"/>
    <w:rsid w:val="00361C02"/>
    <w:rsid w:val="0036222F"/>
    <w:rsid w:val="00363348"/>
    <w:rsid w:val="0036342C"/>
    <w:rsid w:val="00363AC2"/>
    <w:rsid w:val="00365E6E"/>
    <w:rsid w:val="003673E0"/>
    <w:rsid w:val="00367D2C"/>
    <w:rsid w:val="003702AB"/>
    <w:rsid w:val="00370B55"/>
    <w:rsid w:val="00373A10"/>
    <w:rsid w:val="00374B74"/>
    <w:rsid w:val="00374EBE"/>
    <w:rsid w:val="00381306"/>
    <w:rsid w:val="00382CB6"/>
    <w:rsid w:val="003830C1"/>
    <w:rsid w:val="00383705"/>
    <w:rsid w:val="00383F17"/>
    <w:rsid w:val="00384344"/>
    <w:rsid w:val="003854DD"/>
    <w:rsid w:val="0038643A"/>
    <w:rsid w:val="0038668A"/>
    <w:rsid w:val="0038761E"/>
    <w:rsid w:val="0038764D"/>
    <w:rsid w:val="003917AF"/>
    <w:rsid w:val="00391819"/>
    <w:rsid w:val="00392FB8"/>
    <w:rsid w:val="00393D15"/>
    <w:rsid w:val="003954A1"/>
    <w:rsid w:val="0039580C"/>
    <w:rsid w:val="00395A67"/>
    <w:rsid w:val="00395D90"/>
    <w:rsid w:val="00396CCB"/>
    <w:rsid w:val="0039708B"/>
    <w:rsid w:val="0039782E"/>
    <w:rsid w:val="00397892"/>
    <w:rsid w:val="00397A16"/>
    <w:rsid w:val="003A1742"/>
    <w:rsid w:val="003A19DE"/>
    <w:rsid w:val="003A1E43"/>
    <w:rsid w:val="003A3DF7"/>
    <w:rsid w:val="003A51E5"/>
    <w:rsid w:val="003A544B"/>
    <w:rsid w:val="003A5F56"/>
    <w:rsid w:val="003A6138"/>
    <w:rsid w:val="003A750A"/>
    <w:rsid w:val="003A7A4F"/>
    <w:rsid w:val="003A7E1C"/>
    <w:rsid w:val="003B063E"/>
    <w:rsid w:val="003B071C"/>
    <w:rsid w:val="003B10A6"/>
    <w:rsid w:val="003B18C9"/>
    <w:rsid w:val="003B1EB3"/>
    <w:rsid w:val="003B2B3E"/>
    <w:rsid w:val="003B2BC7"/>
    <w:rsid w:val="003B31E8"/>
    <w:rsid w:val="003B351B"/>
    <w:rsid w:val="003B378C"/>
    <w:rsid w:val="003B3DFF"/>
    <w:rsid w:val="003B3F20"/>
    <w:rsid w:val="003B41AF"/>
    <w:rsid w:val="003B5BEC"/>
    <w:rsid w:val="003B660E"/>
    <w:rsid w:val="003B7823"/>
    <w:rsid w:val="003C1F28"/>
    <w:rsid w:val="003C29BA"/>
    <w:rsid w:val="003C2A7A"/>
    <w:rsid w:val="003C2D43"/>
    <w:rsid w:val="003C30AB"/>
    <w:rsid w:val="003C44FA"/>
    <w:rsid w:val="003C4882"/>
    <w:rsid w:val="003C58F2"/>
    <w:rsid w:val="003C616F"/>
    <w:rsid w:val="003C6935"/>
    <w:rsid w:val="003D20EB"/>
    <w:rsid w:val="003D285F"/>
    <w:rsid w:val="003D3051"/>
    <w:rsid w:val="003D3102"/>
    <w:rsid w:val="003D32A5"/>
    <w:rsid w:val="003D4A1A"/>
    <w:rsid w:val="003D5A3C"/>
    <w:rsid w:val="003D6945"/>
    <w:rsid w:val="003D6F33"/>
    <w:rsid w:val="003D6F71"/>
    <w:rsid w:val="003E19B5"/>
    <w:rsid w:val="003E1C77"/>
    <w:rsid w:val="003E1D25"/>
    <w:rsid w:val="003E4053"/>
    <w:rsid w:val="003E4971"/>
    <w:rsid w:val="003E4EE1"/>
    <w:rsid w:val="003E55E5"/>
    <w:rsid w:val="003E663B"/>
    <w:rsid w:val="003E68B0"/>
    <w:rsid w:val="003E6C35"/>
    <w:rsid w:val="003E7127"/>
    <w:rsid w:val="003E79D8"/>
    <w:rsid w:val="003E7CE4"/>
    <w:rsid w:val="003F096D"/>
    <w:rsid w:val="003F147F"/>
    <w:rsid w:val="003F16C0"/>
    <w:rsid w:val="003F18F3"/>
    <w:rsid w:val="003F1E81"/>
    <w:rsid w:val="003F212B"/>
    <w:rsid w:val="003F2B3C"/>
    <w:rsid w:val="003F2DF8"/>
    <w:rsid w:val="003F3008"/>
    <w:rsid w:val="003F346E"/>
    <w:rsid w:val="003F3494"/>
    <w:rsid w:val="003F37A2"/>
    <w:rsid w:val="003F3BA0"/>
    <w:rsid w:val="003F5192"/>
    <w:rsid w:val="003F53C3"/>
    <w:rsid w:val="003F6328"/>
    <w:rsid w:val="004008EA"/>
    <w:rsid w:val="00400901"/>
    <w:rsid w:val="00400FA0"/>
    <w:rsid w:val="00402F8B"/>
    <w:rsid w:val="004034C7"/>
    <w:rsid w:val="00403A42"/>
    <w:rsid w:val="00403E3E"/>
    <w:rsid w:val="0040455C"/>
    <w:rsid w:val="0040511F"/>
    <w:rsid w:val="00405A39"/>
    <w:rsid w:val="00405EB3"/>
    <w:rsid w:val="00410185"/>
    <w:rsid w:val="0041077A"/>
    <w:rsid w:val="0041078E"/>
    <w:rsid w:val="00410DA7"/>
    <w:rsid w:val="00410F8A"/>
    <w:rsid w:val="00411CD0"/>
    <w:rsid w:val="004123D1"/>
    <w:rsid w:val="00412BBD"/>
    <w:rsid w:val="0041361F"/>
    <w:rsid w:val="00413A45"/>
    <w:rsid w:val="00414EEF"/>
    <w:rsid w:val="004150CB"/>
    <w:rsid w:val="00415FB6"/>
    <w:rsid w:val="0041600E"/>
    <w:rsid w:val="0041608E"/>
    <w:rsid w:val="0041792B"/>
    <w:rsid w:val="00417B26"/>
    <w:rsid w:val="00420BAB"/>
    <w:rsid w:val="00420BE4"/>
    <w:rsid w:val="00420EB8"/>
    <w:rsid w:val="00423B85"/>
    <w:rsid w:val="0042420A"/>
    <w:rsid w:val="004242DB"/>
    <w:rsid w:val="00424502"/>
    <w:rsid w:val="00424503"/>
    <w:rsid w:val="00424CFE"/>
    <w:rsid w:val="00425B61"/>
    <w:rsid w:val="00426B36"/>
    <w:rsid w:val="00427F4D"/>
    <w:rsid w:val="00430AF2"/>
    <w:rsid w:val="004326F6"/>
    <w:rsid w:val="00432A5C"/>
    <w:rsid w:val="00433D4D"/>
    <w:rsid w:val="004346A8"/>
    <w:rsid w:val="004358EA"/>
    <w:rsid w:val="004376C7"/>
    <w:rsid w:val="00437D82"/>
    <w:rsid w:val="0044262B"/>
    <w:rsid w:val="00442E93"/>
    <w:rsid w:val="00443987"/>
    <w:rsid w:val="004445CB"/>
    <w:rsid w:val="00444615"/>
    <w:rsid w:val="004449DE"/>
    <w:rsid w:val="00444A9D"/>
    <w:rsid w:val="00446570"/>
    <w:rsid w:val="00446F79"/>
    <w:rsid w:val="00447078"/>
    <w:rsid w:val="004476F6"/>
    <w:rsid w:val="00447ED0"/>
    <w:rsid w:val="004501D5"/>
    <w:rsid w:val="004502EA"/>
    <w:rsid w:val="00450412"/>
    <w:rsid w:val="00450534"/>
    <w:rsid w:val="004505B0"/>
    <w:rsid w:val="004514F4"/>
    <w:rsid w:val="00451EBC"/>
    <w:rsid w:val="00451F56"/>
    <w:rsid w:val="004523D2"/>
    <w:rsid w:val="0045273B"/>
    <w:rsid w:val="00452999"/>
    <w:rsid w:val="004534E3"/>
    <w:rsid w:val="004536DD"/>
    <w:rsid w:val="00453DC5"/>
    <w:rsid w:val="00454803"/>
    <w:rsid w:val="004550B2"/>
    <w:rsid w:val="00455EA7"/>
    <w:rsid w:val="00455EB6"/>
    <w:rsid w:val="00460A35"/>
    <w:rsid w:val="00461E83"/>
    <w:rsid w:val="00462442"/>
    <w:rsid w:val="00462740"/>
    <w:rsid w:val="00463FDA"/>
    <w:rsid w:val="00465684"/>
    <w:rsid w:val="00465C5F"/>
    <w:rsid w:val="004661B2"/>
    <w:rsid w:val="00466C95"/>
    <w:rsid w:val="00466CBA"/>
    <w:rsid w:val="0046791B"/>
    <w:rsid w:val="004709A0"/>
    <w:rsid w:val="004715A9"/>
    <w:rsid w:val="00472FED"/>
    <w:rsid w:val="00473541"/>
    <w:rsid w:val="00473DEB"/>
    <w:rsid w:val="00473EC6"/>
    <w:rsid w:val="004756E9"/>
    <w:rsid w:val="004757F5"/>
    <w:rsid w:val="00476ED4"/>
    <w:rsid w:val="004802AF"/>
    <w:rsid w:val="00480722"/>
    <w:rsid w:val="00480A5A"/>
    <w:rsid w:val="00480A9C"/>
    <w:rsid w:val="00480CEF"/>
    <w:rsid w:val="00481789"/>
    <w:rsid w:val="004819B0"/>
    <w:rsid w:val="00481E32"/>
    <w:rsid w:val="00482C17"/>
    <w:rsid w:val="00483D39"/>
    <w:rsid w:val="00484A70"/>
    <w:rsid w:val="00485036"/>
    <w:rsid w:val="004851DC"/>
    <w:rsid w:val="00486267"/>
    <w:rsid w:val="00486412"/>
    <w:rsid w:val="00486E1D"/>
    <w:rsid w:val="00486E37"/>
    <w:rsid w:val="004875C2"/>
    <w:rsid w:val="0049057F"/>
    <w:rsid w:val="004906DB"/>
    <w:rsid w:val="004907D4"/>
    <w:rsid w:val="0049228D"/>
    <w:rsid w:val="004927B0"/>
    <w:rsid w:val="00493AB9"/>
    <w:rsid w:val="0049416C"/>
    <w:rsid w:val="004949DE"/>
    <w:rsid w:val="00494EEF"/>
    <w:rsid w:val="0049665C"/>
    <w:rsid w:val="00496C0E"/>
    <w:rsid w:val="00497387"/>
    <w:rsid w:val="0049759C"/>
    <w:rsid w:val="00497D9C"/>
    <w:rsid w:val="00497EA6"/>
    <w:rsid w:val="004A1685"/>
    <w:rsid w:val="004A2364"/>
    <w:rsid w:val="004A2EE6"/>
    <w:rsid w:val="004A36DB"/>
    <w:rsid w:val="004A3868"/>
    <w:rsid w:val="004A3EDE"/>
    <w:rsid w:val="004A567D"/>
    <w:rsid w:val="004A5929"/>
    <w:rsid w:val="004A6890"/>
    <w:rsid w:val="004A70A2"/>
    <w:rsid w:val="004A763A"/>
    <w:rsid w:val="004A7DF2"/>
    <w:rsid w:val="004B020E"/>
    <w:rsid w:val="004B04F1"/>
    <w:rsid w:val="004B0D78"/>
    <w:rsid w:val="004B1949"/>
    <w:rsid w:val="004B1BD3"/>
    <w:rsid w:val="004B1E6E"/>
    <w:rsid w:val="004B2A22"/>
    <w:rsid w:val="004B302A"/>
    <w:rsid w:val="004B3F2B"/>
    <w:rsid w:val="004B70A8"/>
    <w:rsid w:val="004B7CB7"/>
    <w:rsid w:val="004C1330"/>
    <w:rsid w:val="004C1DFA"/>
    <w:rsid w:val="004C1E60"/>
    <w:rsid w:val="004C281B"/>
    <w:rsid w:val="004C3F14"/>
    <w:rsid w:val="004C3F97"/>
    <w:rsid w:val="004C565A"/>
    <w:rsid w:val="004C573B"/>
    <w:rsid w:val="004C5B50"/>
    <w:rsid w:val="004C5C54"/>
    <w:rsid w:val="004C61FF"/>
    <w:rsid w:val="004C62CF"/>
    <w:rsid w:val="004C6BA1"/>
    <w:rsid w:val="004C724B"/>
    <w:rsid w:val="004D016B"/>
    <w:rsid w:val="004D0522"/>
    <w:rsid w:val="004D2308"/>
    <w:rsid w:val="004D2323"/>
    <w:rsid w:val="004D2F7D"/>
    <w:rsid w:val="004D34A5"/>
    <w:rsid w:val="004D3941"/>
    <w:rsid w:val="004D5D5E"/>
    <w:rsid w:val="004D5EBC"/>
    <w:rsid w:val="004D61B6"/>
    <w:rsid w:val="004E1BB3"/>
    <w:rsid w:val="004E1EC5"/>
    <w:rsid w:val="004E3984"/>
    <w:rsid w:val="004E3CCF"/>
    <w:rsid w:val="004E3FD4"/>
    <w:rsid w:val="004E5A25"/>
    <w:rsid w:val="004E616E"/>
    <w:rsid w:val="004E62CD"/>
    <w:rsid w:val="004E66B6"/>
    <w:rsid w:val="004E6B0A"/>
    <w:rsid w:val="004E75CC"/>
    <w:rsid w:val="004F015A"/>
    <w:rsid w:val="004F07F5"/>
    <w:rsid w:val="004F0BA5"/>
    <w:rsid w:val="004F0F16"/>
    <w:rsid w:val="004F2293"/>
    <w:rsid w:val="004F2A3D"/>
    <w:rsid w:val="004F2DDD"/>
    <w:rsid w:val="004F36DB"/>
    <w:rsid w:val="004F39D7"/>
    <w:rsid w:val="004F488A"/>
    <w:rsid w:val="004F4AAB"/>
    <w:rsid w:val="004F4E21"/>
    <w:rsid w:val="004F52E2"/>
    <w:rsid w:val="004F6A5A"/>
    <w:rsid w:val="00500DFC"/>
    <w:rsid w:val="00501967"/>
    <w:rsid w:val="00501CC1"/>
    <w:rsid w:val="00502C42"/>
    <w:rsid w:val="00502CB9"/>
    <w:rsid w:val="00505971"/>
    <w:rsid w:val="005065FE"/>
    <w:rsid w:val="00506EA1"/>
    <w:rsid w:val="00506F4E"/>
    <w:rsid w:val="005076ED"/>
    <w:rsid w:val="005106EF"/>
    <w:rsid w:val="00510C84"/>
    <w:rsid w:val="00513683"/>
    <w:rsid w:val="00514E00"/>
    <w:rsid w:val="00514E50"/>
    <w:rsid w:val="00514ED6"/>
    <w:rsid w:val="00515103"/>
    <w:rsid w:val="005151C8"/>
    <w:rsid w:val="00515243"/>
    <w:rsid w:val="005155DE"/>
    <w:rsid w:val="005166E4"/>
    <w:rsid w:val="0051672E"/>
    <w:rsid w:val="005167C7"/>
    <w:rsid w:val="005172B6"/>
    <w:rsid w:val="005177D1"/>
    <w:rsid w:val="00517BCE"/>
    <w:rsid w:val="005205F8"/>
    <w:rsid w:val="005208F8"/>
    <w:rsid w:val="00521AC8"/>
    <w:rsid w:val="00521C59"/>
    <w:rsid w:val="00522FEC"/>
    <w:rsid w:val="00524D17"/>
    <w:rsid w:val="00525C85"/>
    <w:rsid w:val="00525EBC"/>
    <w:rsid w:val="00526640"/>
    <w:rsid w:val="0052664B"/>
    <w:rsid w:val="00527791"/>
    <w:rsid w:val="00527B2E"/>
    <w:rsid w:val="00532ABE"/>
    <w:rsid w:val="00533914"/>
    <w:rsid w:val="00533A0E"/>
    <w:rsid w:val="005342F8"/>
    <w:rsid w:val="00534DAB"/>
    <w:rsid w:val="005356CC"/>
    <w:rsid w:val="005365FA"/>
    <w:rsid w:val="005368A5"/>
    <w:rsid w:val="0053732F"/>
    <w:rsid w:val="00537D3E"/>
    <w:rsid w:val="00540403"/>
    <w:rsid w:val="0054154B"/>
    <w:rsid w:val="005422F7"/>
    <w:rsid w:val="00542866"/>
    <w:rsid w:val="00542950"/>
    <w:rsid w:val="00542B8A"/>
    <w:rsid w:val="00543757"/>
    <w:rsid w:val="0054376F"/>
    <w:rsid w:val="005439E8"/>
    <w:rsid w:val="00543E6A"/>
    <w:rsid w:val="00543F2F"/>
    <w:rsid w:val="00544AC0"/>
    <w:rsid w:val="0054579B"/>
    <w:rsid w:val="0054704E"/>
    <w:rsid w:val="00547194"/>
    <w:rsid w:val="00547397"/>
    <w:rsid w:val="005479EE"/>
    <w:rsid w:val="00550026"/>
    <w:rsid w:val="0055008D"/>
    <w:rsid w:val="0055026B"/>
    <w:rsid w:val="00550491"/>
    <w:rsid w:val="005514A2"/>
    <w:rsid w:val="00551547"/>
    <w:rsid w:val="00552A5C"/>
    <w:rsid w:val="00552B8F"/>
    <w:rsid w:val="00554872"/>
    <w:rsid w:val="00554CDD"/>
    <w:rsid w:val="00555E4F"/>
    <w:rsid w:val="00556220"/>
    <w:rsid w:val="00556E68"/>
    <w:rsid w:val="00560884"/>
    <w:rsid w:val="0056129C"/>
    <w:rsid w:val="005617CD"/>
    <w:rsid w:val="00562351"/>
    <w:rsid w:val="00562546"/>
    <w:rsid w:val="00562FB1"/>
    <w:rsid w:val="005639DA"/>
    <w:rsid w:val="0056489F"/>
    <w:rsid w:val="00565D41"/>
    <w:rsid w:val="00565F57"/>
    <w:rsid w:val="00566217"/>
    <w:rsid w:val="005671F2"/>
    <w:rsid w:val="00567C47"/>
    <w:rsid w:val="00571119"/>
    <w:rsid w:val="00571162"/>
    <w:rsid w:val="005712F1"/>
    <w:rsid w:val="0057212D"/>
    <w:rsid w:val="00572471"/>
    <w:rsid w:val="00572899"/>
    <w:rsid w:val="00573FB9"/>
    <w:rsid w:val="0057437B"/>
    <w:rsid w:val="00574492"/>
    <w:rsid w:val="00574B05"/>
    <w:rsid w:val="0057545F"/>
    <w:rsid w:val="00575536"/>
    <w:rsid w:val="0057686E"/>
    <w:rsid w:val="00580593"/>
    <w:rsid w:val="00580925"/>
    <w:rsid w:val="00581A36"/>
    <w:rsid w:val="00582460"/>
    <w:rsid w:val="00582597"/>
    <w:rsid w:val="00583831"/>
    <w:rsid w:val="00583B18"/>
    <w:rsid w:val="00583C42"/>
    <w:rsid w:val="00583E4A"/>
    <w:rsid w:val="00584530"/>
    <w:rsid w:val="0058490D"/>
    <w:rsid w:val="00585E69"/>
    <w:rsid w:val="0058642D"/>
    <w:rsid w:val="00587605"/>
    <w:rsid w:val="00590476"/>
    <w:rsid w:val="00591421"/>
    <w:rsid w:val="00591B11"/>
    <w:rsid w:val="005928CE"/>
    <w:rsid w:val="00593E26"/>
    <w:rsid w:val="00594D7B"/>
    <w:rsid w:val="005959F7"/>
    <w:rsid w:val="00595B6F"/>
    <w:rsid w:val="0059604C"/>
    <w:rsid w:val="0059616C"/>
    <w:rsid w:val="005963D8"/>
    <w:rsid w:val="00596EE1"/>
    <w:rsid w:val="005971E0"/>
    <w:rsid w:val="0059740C"/>
    <w:rsid w:val="00597582"/>
    <w:rsid w:val="005A0106"/>
    <w:rsid w:val="005A0EE9"/>
    <w:rsid w:val="005A1388"/>
    <w:rsid w:val="005A1ADB"/>
    <w:rsid w:val="005A1B9F"/>
    <w:rsid w:val="005A2439"/>
    <w:rsid w:val="005A3438"/>
    <w:rsid w:val="005A3819"/>
    <w:rsid w:val="005A3CB7"/>
    <w:rsid w:val="005A5090"/>
    <w:rsid w:val="005A5B3A"/>
    <w:rsid w:val="005A64C1"/>
    <w:rsid w:val="005A6B75"/>
    <w:rsid w:val="005A774A"/>
    <w:rsid w:val="005A7DA1"/>
    <w:rsid w:val="005B12AC"/>
    <w:rsid w:val="005B14D6"/>
    <w:rsid w:val="005B1BC3"/>
    <w:rsid w:val="005B3876"/>
    <w:rsid w:val="005B40A6"/>
    <w:rsid w:val="005B40AB"/>
    <w:rsid w:val="005B4444"/>
    <w:rsid w:val="005B4958"/>
    <w:rsid w:val="005B53AF"/>
    <w:rsid w:val="005B6D62"/>
    <w:rsid w:val="005B7E89"/>
    <w:rsid w:val="005C0FAE"/>
    <w:rsid w:val="005C1C54"/>
    <w:rsid w:val="005C1C8A"/>
    <w:rsid w:val="005C26F7"/>
    <w:rsid w:val="005C2925"/>
    <w:rsid w:val="005C4EB0"/>
    <w:rsid w:val="005C5A1E"/>
    <w:rsid w:val="005C62C1"/>
    <w:rsid w:val="005C7A66"/>
    <w:rsid w:val="005D04D3"/>
    <w:rsid w:val="005D09E5"/>
    <w:rsid w:val="005D0DD4"/>
    <w:rsid w:val="005D1C03"/>
    <w:rsid w:val="005D3664"/>
    <w:rsid w:val="005D392C"/>
    <w:rsid w:val="005D43E4"/>
    <w:rsid w:val="005D483E"/>
    <w:rsid w:val="005D48D3"/>
    <w:rsid w:val="005D4CCB"/>
    <w:rsid w:val="005D5625"/>
    <w:rsid w:val="005D5B6D"/>
    <w:rsid w:val="005D5EBA"/>
    <w:rsid w:val="005D5F31"/>
    <w:rsid w:val="005D6ACC"/>
    <w:rsid w:val="005D6E95"/>
    <w:rsid w:val="005D75C5"/>
    <w:rsid w:val="005E039E"/>
    <w:rsid w:val="005E0ACE"/>
    <w:rsid w:val="005E1466"/>
    <w:rsid w:val="005E14A1"/>
    <w:rsid w:val="005E17A9"/>
    <w:rsid w:val="005E184F"/>
    <w:rsid w:val="005E22F0"/>
    <w:rsid w:val="005E2655"/>
    <w:rsid w:val="005E3003"/>
    <w:rsid w:val="005E303C"/>
    <w:rsid w:val="005E349B"/>
    <w:rsid w:val="005E3717"/>
    <w:rsid w:val="005E6328"/>
    <w:rsid w:val="005E7EAB"/>
    <w:rsid w:val="005F0EAC"/>
    <w:rsid w:val="005F0F30"/>
    <w:rsid w:val="005F11D8"/>
    <w:rsid w:val="005F20A9"/>
    <w:rsid w:val="005F2129"/>
    <w:rsid w:val="005F2192"/>
    <w:rsid w:val="005F226E"/>
    <w:rsid w:val="005F5402"/>
    <w:rsid w:val="005F5669"/>
    <w:rsid w:val="005F5E07"/>
    <w:rsid w:val="005F6AA1"/>
    <w:rsid w:val="005F7A83"/>
    <w:rsid w:val="005F7CAC"/>
    <w:rsid w:val="006002B7"/>
    <w:rsid w:val="00601699"/>
    <w:rsid w:val="006031B4"/>
    <w:rsid w:val="006031E3"/>
    <w:rsid w:val="006053F8"/>
    <w:rsid w:val="00606624"/>
    <w:rsid w:val="006079B1"/>
    <w:rsid w:val="00610F6A"/>
    <w:rsid w:val="00611D6D"/>
    <w:rsid w:val="00611F68"/>
    <w:rsid w:val="0061414D"/>
    <w:rsid w:val="00614CBF"/>
    <w:rsid w:val="00615AC2"/>
    <w:rsid w:val="00617373"/>
    <w:rsid w:val="00621238"/>
    <w:rsid w:val="00621317"/>
    <w:rsid w:val="00623293"/>
    <w:rsid w:val="006238E0"/>
    <w:rsid w:val="00623CC6"/>
    <w:rsid w:val="00624A12"/>
    <w:rsid w:val="006259B8"/>
    <w:rsid w:val="00625B38"/>
    <w:rsid w:val="00626A98"/>
    <w:rsid w:val="006275ED"/>
    <w:rsid w:val="0062779B"/>
    <w:rsid w:val="00630C63"/>
    <w:rsid w:val="00632199"/>
    <w:rsid w:val="00632381"/>
    <w:rsid w:val="006326D1"/>
    <w:rsid w:val="006328D3"/>
    <w:rsid w:val="00633AD6"/>
    <w:rsid w:val="006342A6"/>
    <w:rsid w:val="006345D2"/>
    <w:rsid w:val="006358A5"/>
    <w:rsid w:val="006363C8"/>
    <w:rsid w:val="00641B46"/>
    <w:rsid w:val="00642186"/>
    <w:rsid w:val="00642287"/>
    <w:rsid w:val="00642631"/>
    <w:rsid w:val="00642B5C"/>
    <w:rsid w:val="006434D8"/>
    <w:rsid w:val="00643D8F"/>
    <w:rsid w:val="0064421C"/>
    <w:rsid w:val="00644B13"/>
    <w:rsid w:val="00644BDE"/>
    <w:rsid w:val="00644C8E"/>
    <w:rsid w:val="00644DFD"/>
    <w:rsid w:val="00646D57"/>
    <w:rsid w:val="00647091"/>
    <w:rsid w:val="00647F11"/>
    <w:rsid w:val="00650854"/>
    <w:rsid w:val="00651235"/>
    <w:rsid w:val="006512FE"/>
    <w:rsid w:val="00651A9C"/>
    <w:rsid w:val="00651BA5"/>
    <w:rsid w:val="00652D41"/>
    <w:rsid w:val="00653857"/>
    <w:rsid w:val="00654AC3"/>
    <w:rsid w:val="00656819"/>
    <w:rsid w:val="00656A94"/>
    <w:rsid w:val="00656D27"/>
    <w:rsid w:val="00657B07"/>
    <w:rsid w:val="00657BF0"/>
    <w:rsid w:val="00660800"/>
    <w:rsid w:val="00661747"/>
    <w:rsid w:val="00661A49"/>
    <w:rsid w:val="00661AFF"/>
    <w:rsid w:val="00662912"/>
    <w:rsid w:val="00663786"/>
    <w:rsid w:val="00663897"/>
    <w:rsid w:val="0066435C"/>
    <w:rsid w:val="00664D22"/>
    <w:rsid w:val="00665B97"/>
    <w:rsid w:val="006664B5"/>
    <w:rsid w:val="006664E5"/>
    <w:rsid w:val="00666628"/>
    <w:rsid w:val="0067011A"/>
    <w:rsid w:val="006702FE"/>
    <w:rsid w:val="006709CA"/>
    <w:rsid w:val="00670D14"/>
    <w:rsid w:val="0067125A"/>
    <w:rsid w:val="00671852"/>
    <w:rsid w:val="00671E20"/>
    <w:rsid w:val="00672552"/>
    <w:rsid w:val="00672FB3"/>
    <w:rsid w:val="006736C9"/>
    <w:rsid w:val="00673E3A"/>
    <w:rsid w:val="006757DC"/>
    <w:rsid w:val="00676422"/>
    <w:rsid w:val="006769C3"/>
    <w:rsid w:val="006777EA"/>
    <w:rsid w:val="00677E1B"/>
    <w:rsid w:val="00680139"/>
    <w:rsid w:val="0068066D"/>
    <w:rsid w:val="00680994"/>
    <w:rsid w:val="00682014"/>
    <w:rsid w:val="00682115"/>
    <w:rsid w:val="006829DC"/>
    <w:rsid w:val="00682A6A"/>
    <w:rsid w:val="00682C17"/>
    <w:rsid w:val="00683C6F"/>
    <w:rsid w:val="006844E9"/>
    <w:rsid w:val="00687FAD"/>
    <w:rsid w:val="0069014B"/>
    <w:rsid w:val="00690C6A"/>
    <w:rsid w:val="00691119"/>
    <w:rsid w:val="0069173A"/>
    <w:rsid w:val="00693305"/>
    <w:rsid w:val="006942E6"/>
    <w:rsid w:val="00695BFB"/>
    <w:rsid w:val="00695D61"/>
    <w:rsid w:val="006962E9"/>
    <w:rsid w:val="006A03AF"/>
    <w:rsid w:val="006A046D"/>
    <w:rsid w:val="006A0A8E"/>
    <w:rsid w:val="006A14AD"/>
    <w:rsid w:val="006A15E3"/>
    <w:rsid w:val="006A2BDC"/>
    <w:rsid w:val="006A3621"/>
    <w:rsid w:val="006A3B9B"/>
    <w:rsid w:val="006A4E7F"/>
    <w:rsid w:val="006A51C8"/>
    <w:rsid w:val="006A633E"/>
    <w:rsid w:val="006A6815"/>
    <w:rsid w:val="006B069C"/>
    <w:rsid w:val="006B06C1"/>
    <w:rsid w:val="006B0C8C"/>
    <w:rsid w:val="006B127B"/>
    <w:rsid w:val="006B1BD4"/>
    <w:rsid w:val="006B3161"/>
    <w:rsid w:val="006B35A7"/>
    <w:rsid w:val="006B608D"/>
    <w:rsid w:val="006B62D6"/>
    <w:rsid w:val="006B7188"/>
    <w:rsid w:val="006B7730"/>
    <w:rsid w:val="006B7ACD"/>
    <w:rsid w:val="006B7D57"/>
    <w:rsid w:val="006B7E98"/>
    <w:rsid w:val="006C00EC"/>
    <w:rsid w:val="006C02C4"/>
    <w:rsid w:val="006C0D76"/>
    <w:rsid w:val="006C1D58"/>
    <w:rsid w:val="006C1F24"/>
    <w:rsid w:val="006C229E"/>
    <w:rsid w:val="006C258E"/>
    <w:rsid w:val="006C5705"/>
    <w:rsid w:val="006C5F6A"/>
    <w:rsid w:val="006C6473"/>
    <w:rsid w:val="006C76EB"/>
    <w:rsid w:val="006D0C51"/>
    <w:rsid w:val="006D1132"/>
    <w:rsid w:val="006D1271"/>
    <w:rsid w:val="006D152D"/>
    <w:rsid w:val="006D1948"/>
    <w:rsid w:val="006D1D5C"/>
    <w:rsid w:val="006D2C4A"/>
    <w:rsid w:val="006D2CB1"/>
    <w:rsid w:val="006D3017"/>
    <w:rsid w:val="006D33D8"/>
    <w:rsid w:val="006D46A3"/>
    <w:rsid w:val="006D4D37"/>
    <w:rsid w:val="006D5844"/>
    <w:rsid w:val="006D5873"/>
    <w:rsid w:val="006D6485"/>
    <w:rsid w:val="006E0102"/>
    <w:rsid w:val="006E0642"/>
    <w:rsid w:val="006E069F"/>
    <w:rsid w:val="006E0D65"/>
    <w:rsid w:val="006E1476"/>
    <w:rsid w:val="006E32A8"/>
    <w:rsid w:val="006E32E2"/>
    <w:rsid w:val="006E3546"/>
    <w:rsid w:val="006E4759"/>
    <w:rsid w:val="006E4C01"/>
    <w:rsid w:val="006E611C"/>
    <w:rsid w:val="006E7CA3"/>
    <w:rsid w:val="006F1630"/>
    <w:rsid w:val="006F2BEF"/>
    <w:rsid w:val="006F3397"/>
    <w:rsid w:val="006F3F12"/>
    <w:rsid w:val="006F4BBF"/>
    <w:rsid w:val="006F53D0"/>
    <w:rsid w:val="006F5633"/>
    <w:rsid w:val="006F7DBD"/>
    <w:rsid w:val="00700745"/>
    <w:rsid w:val="00700EAB"/>
    <w:rsid w:val="00700EE2"/>
    <w:rsid w:val="0070192A"/>
    <w:rsid w:val="00701BDC"/>
    <w:rsid w:val="00702E3A"/>
    <w:rsid w:val="0070327E"/>
    <w:rsid w:val="00703C14"/>
    <w:rsid w:val="007051EA"/>
    <w:rsid w:val="00705CC2"/>
    <w:rsid w:val="00706786"/>
    <w:rsid w:val="00706F41"/>
    <w:rsid w:val="0071056C"/>
    <w:rsid w:val="00711AC0"/>
    <w:rsid w:val="00711B6A"/>
    <w:rsid w:val="00711B77"/>
    <w:rsid w:val="00711CE9"/>
    <w:rsid w:val="007123E9"/>
    <w:rsid w:val="00712561"/>
    <w:rsid w:val="00712BCD"/>
    <w:rsid w:val="0071333E"/>
    <w:rsid w:val="00713EFC"/>
    <w:rsid w:val="00714349"/>
    <w:rsid w:val="0071776A"/>
    <w:rsid w:val="00717F49"/>
    <w:rsid w:val="00717FD8"/>
    <w:rsid w:val="007209EE"/>
    <w:rsid w:val="00720B2B"/>
    <w:rsid w:val="00722F6C"/>
    <w:rsid w:val="0072373F"/>
    <w:rsid w:val="00724CDB"/>
    <w:rsid w:val="007252C9"/>
    <w:rsid w:val="007258E5"/>
    <w:rsid w:val="0072734B"/>
    <w:rsid w:val="00727B8B"/>
    <w:rsid w:val="00732B0B"/>
    <w:rsid w:val="00732DE1"/>
    <w:rsid w:val="00732F2C"/>
    <w:rsid w:val="0073401A"/>
    <w:rsid w:val="00734768"/>
    <w:rsid w:val="00735ABC"/>
    <w:rsid w:val="00735BB8"/>
    <w:rsid w:val="007370F1"/>
    <w:rsid w:val="007373E3"/>
    <w:rsid w:val="00737503"/>
    <w:rsid w:val="00737B85"/>
    <w:rsid w:val="00743AB0"/>
    <w:rsid w:val="007442BD"/>
    <w:rsid w:val="00744768"/>
    <w:rsid w:val="00744B57"/>
    <w:rsid w:val="0074596F"/>
    <w:rsid w:val="00745AE3"/>
    <w:rsid w:val="007479C7"/>
    <w:rsid w:val="00750057"/>
    <w:rsid w:val="007505D9"/>
    <w:rsid w:val="00750AE3"/>
    <w:rsid w:val="00751537"/>
    <w:rsid w:val="007528A9"/>
    <w:rsid w:val="00753F2B"/>
    <w:rsid w:val="007547E3"/>
    <w:rsid w:val="00754B2E"/>
    <w:rsid w:val="007554EF"/>
    <w:rsid w:val="00755F22"/>
    <w:rsid w:val="00762728"/>
    <w:rsid w:val="00762C3B"/>
    <w:rsid w:val="00763208"/>
    <w:rsid w:val="00763243"/>
    <w:rsid w:val="007635DF"/>
    <w:rsid w:val="00763940"/>
    <w:rsid w:val="00764141"/>
    <w:rsid w:val="007668DA"/>
    <w:rsid w:val="00766D31"/>
    <w:rsid w:val="007701B7"/>
    <w:rsid w:val="0077050F"/>
    <w:rsid w:val="007709D1"/>
    <w:rsid w:val="00770E95"/>
    <w:rsid w:val="00771D19"/>
    <w:rsid w:val="00771F4A"/>
    <w:rsid w:val="007740C1"/>
    <w:rsid w:val="0077441C"/>
    <w:rsid w:val="00774E6C"/>
    <w:rsid w:val="00775799"/>
    <w:rsid w:val="007766AB"/>
    <w:rsid w:val="007769F9"/>
    <w:rsid w:val="00780CAA"/>
    <w:rsid w:val="00782DE4"/>
    <w:rsid w:val="00783D2B"/>
    <w:rsid w:val="00784A9A"/>
    <w:rsid w:val="0078515B"/>
    <w:rsid w:val="00785376"/>
    <w:rsid w:val="007854FD"/>
    <w:rsid w:val="007859AD"/>
    <w:rsid w:val="0078620C"/>
    <w:rsid w:val="00786463"/>
    <w:rsid w:val="00787E70"/>
    <w:rsid w:val="0079097A"/>
    <w:rsid w:val="0079176F"/>
    <w:rsid w:val="007929E1"/>
    <w:rsid w:val="00793CC1"/>
    <w:rsid w:val="0079752B"/>
    <w:rsid w:val="007A1027"/>
    <w:rsid w:val="007A2E8A"/>
    <w:rsid w:val="007A47B5"/>
    <w:rsid w:val="007A5A57"/>
    <w:rsid w:val="007A627E"/>
    <w:rsid w:val="007A6CF2"/>
    <w:rsid w:val="007A6CF7"/>
    <w:rsid w:val="007A7BFA"/>
    <w:rsid w:val="007A7C94"/>
    <w:rsid w:val="007B0320"/>
    <w:rsid w:val="007B054A"/>
    <w:rsid w:val="007B267B"/>
    <w:rsid w:val="007B2CE5"/>
    <w:rsid w:val="007B50AD"/>
    <w:rsid w:val="007B5B07"/>
    <w:rsid w:val="007B5F6C"/>
    <w:rsid w:val="007B61A6"/>
    <w:rsid w:val="007B63BF"/>
    <w:rsid w:val="007B63DA"/>
    <w:rsid w:val="007B6588"/>
    <w:rsid w:val="007B6B37"/>
    <w:rsid w:val="007B729A"/>
    <w:rsid w:val="007B72F9"/>
    <w:rsid w:val="007C0AB5"/>
    <w:rsid w:val="007C1215"/>
    <w:rsid w:val="007C31FF"/>
    <w:rsid w:val="007C3DDF"/>
    <w:rsid w:val="007C45ED"/>
    <w:rsid w:val="007C4DAE"/>
    <w:rsid w:val="007C5896"/>
    <w:rsid w:val="007C59CC"/>
    <w:rsid w:val="007C6A18"/>
    <w:rsid w:val="007C6AE0"/>
    <w:rsid w:val="007C6EEF"/>
    <w:rsid w:val="007C6F2A"/>
    <w:rsid w:val="007C7295"/>
    <w:rsid w:val="007D0EFF"/>
    <w:rsid w:val="007D137F"/>
    <w:rsid w:val="007D2984"/>
    <w:rsid w:val="007D30D7"/>
    <w:rsid w:val="007D4552"/>
    <w:rsid w:val="007D499A"/>
    <w:rsid w:val="007D49A0"/>
    <w:rsid w:val="007D4C60"/>
    <w:rsid w:val="007D4E84"/>
    <w:rsid w:val="007D60C8"/>
    <w:rsid w:val="007D61A9"/>
    <w:rsid w:val="007D6667"/>
    <w:rsid w:val="007D6B9E"/>
    <w:rsid w:val="007D6DE7"/>
    <w:rsid w:val="007D7A96"/>
    <w:rsid w:val="007D7D99"/>
    <w:rsid w:val="007E14E2"/>
    <w:rsid w:val="007E2974"/>
    <w:rsid w:val="007E59D1"/>
    <w:rsid w:val="007E5E3A"/>
    <w:rsid w:val="007E686B"/>
    <w:rsid w:val="007E6F80"/>
    <w:rsid w:val="007E767D"/>
    <w:rsid w:val="007E77D7"/>
    <w:rsid w:val="007E786B"/>
    <w:rsid w:val="007F0113"/>
    <w:rsid w:val="007F0952"/>
    <w:rsid w:val="007F47D4"/>
    <w:rsid w:val="007F4D79"/>
    <w:rsid w:val="007F4D90"/>
    <w:rsid w:val="007F570B"/>
    <w:rsid w:val="007F59D6"/>
    <w:rsid w:val="007F5C07"/>
    <w:rsid w:val="007F60F0"/>
    <w:rsid w:val="007F6E86"/>
    <w:rsid w:val="007F70EE"/>
    <w:rsid w:val="007F7A68"/>
    <w:rsid w:val="00801D65"/>
    <w:rsid w:val="00802502"/>
    <w:rsid w:val="0080289D"/>
    <w:rsid w:val="00802EF5"/>
    <w:rsid w:val="008040C6"/>
    <w:rsid w:val="008073D2"/>
    <w:rsid w:val="00807411"/>
    <w:rsid w:val="00807974"/>
    <w:rsid w:val="008104C2"/>
    <w:rsid w:val="00810C14"/>
    <w:rsid w:val="0081385A"/>
    <w:rsid w:val="00814418"/>
    <w:rsid w:val="0081546D"/>
    <w:rsid w:val="00815D5D"/>
    <w:rsid w:val="00815E18"/>
    <w:rsid w:val="00816190"/>
    <w:rsid w:val="00816A29"/>
    <w:rsid w:val="00816B6A"/>
    <w:rsid w:val="00816E18"/>
    <w:rsid w:val="008203C6"/>
    <w:rsid w:val="00820D4A"/>
    <w:rsid w:val="00820DF8"/>
    <w:rsid w:val="008213FA"/>
    <w:rsid w:val="008217DC"/>
    <w:rsid w:val="00821B7E"/>
    <w:rsid w:val="00822D96"/>
    <w:rsid w:val="00822E7F"/>
    <w:rsid w:val="00822F1C"/>
    <w:rsid w:val="0082327F"/>
    <w:rsid w:val="008235B7"/>
    <w:rsid w:val="008241D2"/>
    <w:rsid w:val="00824748"/>
    <w:rsid w:val="008252B6"/>
    <w:rsid w:val="0082685A"/>
    <w:rsid w:val="0083051E"/>
    <w:rsid w:val="008305BB"/>
    <w:rsid w:val="00831090"/>
    <w:rsid w:val="00831252"/>
    <w:rsid w:val="008314A5"/>
    <w:rsid w:val="00831A29"/>
    <w:rsid w:val="0083212C"/>
    <w:rsid w:val="00832CF6"/>
    <w:rsid w:val="00832D33"/>
    <w:rsid w:val="00833730"/>
    <w:rsid w:val="008342BE"/>
    <w:rsid w:val="008350BF"/>
    <w:rsid w:val="00837A9D"/>
    <w:rsid w:val="00840F04"/>
    <w:rsid w:val="00840F39"/>
    <w:rsid w:val="0084306C"/>
    <w:rsid w:val="008451F4"/>
    <w:rsid w:val="008460DB"/>
    <w:rsid w:val="00846768"/>
    <w:rsid w:val="008468E6"/>
    <w:rsid w:val="008477EC"/>
    <w:rsid w:val="00847880"/>
    <w:rsid w:val="00847A52"/>
    <w:rsid w:val="00850A6A"/>
    <w:rsid w:val="00850E8A"/>
    <w:rsid w:val="00852143"/>
    <w:rsid w:val="00852D5F"/>
    <w:rsid w:val="008533D1"/>
    <w:rsid w:val="008535D9"/>
    <w:rsid w:val="008542D9"/>
    <w:rsid w:val="00854EEF"/>
    <w:rsid w:val="00855FE9"/>
    <w:rsid w:val="0085649A"/>
    <w:rsid w:val="00856E6E"/>
    <w:rsid w:val="00857657"/>
    <w:rsid w:val="0086031D"/>
    <w:rsid w:val="00861497"/>
    <w:rsid w:val="0086237B"/>
    <w:rsid w:val="008625F6"/>
    <w:rsid w:val="00862AA2"/>
    <w:rsid w:val="00863C07"/>
    <w:rsid w:val="008645EF"/>
    <w:rsid w:val="00864D94"/>
    <w:rsid w:val="00865227"/>
    <w:rsid w:val="008652B8"/>
    <w:rsid w:val="008652D2"/>
    <w:rsid w:val="00865B3D"/>
    <w:rsid w:val="00865DBD"/>
    <w:rsid w:val="00866ECD"/>
    <w:rsid w:val="00870825"/>
    <w:rsid w:val="00870C30"/>
    <w:rsid w:val="00871EAE"/>
    <w:rsid w:val="008732CE"/>
    <w:rsid w:val="00875669"/>
    <w:rsid w:val="008762C4"/>
    <w:rsid w:val="00876C38"/>
    <w:rsid w:val="00877418"/>
    <w:rsid w:val="00877FE2"/>
    <w:rsid w:val="00880755"/>
    <w:rsid w:val="00881980"/>
    <w:rsid w:val="008825A1"/>
    <w:rsid w:val="008831CE"/>
    <w:rsid w:val="0088345B"/>
    <w:rsid w:val="008844B2"/>
    <w:rsid w:val="00884B5C"/>
    <w:rsid w:val="00884BF0"/>
    <w:rsid w:val="008875CB"/>
    <w:rsid w:val="00887AD3"/>
    <w:rsid w:val="00890335"/>
    <w:rsid w:val="00892431"/>
    <w:rsid w:val="00892503"/>
    <w:rsid w:val="00892657"/>
    <w:rsid w:val="008945C3"/>
    <w:rsid w:val="0089461D"/>
    <w:rsid w:val="00895796"/>
    <w:rsid w:val="00896425"/>
    <w:rsid w:val="00896680"/>
    <w:rsid w:val="00897980"/>
    <w:rsid w:val="00897F00"/>
    <w:rsid w:val="008A090A"/>
    <w:rsid w:val="008A350A"/>
    <w:rsid w:val="008A3AB7"/>
    <w:rsid w:val="008A3E78"/>
    <w:rsid w:val="008A4434"/>
    <w:rsid w:val="008A483E"/>
    <w:rsid w:val="008A4C6F"/>
    <w:rsid w:val="008A4F26"/>
    <w:rsid w:val="008A735B"/>
    <w:rsid w:val="008A7DFA"/>
    <w:rsid w:val="008B060B"/>
    <w:rsid w:val="008B0911"/>
    <w:rsid w:val="008B0D9D"/>
    <w:rsid w:val="008B0DB0"/>
    <w:rsid w:val="008B0F5D"/>
    <w:rsid w:val="008B1B7F"/>
    <w:rsid w:val="008B2CAC"/>
    <w:rsid w:val="008B3FD2"/>
    <w:rsid w:val="008B4631"/>
    <w:rsid w:val="008B5534"/>
    <w:rsid w:val="008B64CA"/>
    <w:rsid w:val="008B6B62"/>
    <w:rsid w:val="008B7CD4"/>
    <w:rsid w:val="008C04F9"/>
    <w:rsid w:val="008C147C"/>
    <w:rsid w:val="008C174D"/>
    <w:rsid w:val="008C194E"/>
    <w:rsid w:val="008C1962"/>
    <w:rsid w:val="008C3C5E"/>
    <w:rsid w:val="008C3D2F"/>
    <w:rsid w:val="008C3DF8"/>
    <w:rsid w:val="008C4010"/>
    <w:rsid w:val="008C4307"/>
    <w:rsid w:val="008C4652"/>
    <w:rsid w:val="008C557F"/>
    <w:rsid w:val="008C614F"/>
    <w:rsid w:val="008C6315"/>
    <w:rsid w:val="008C77A9"/>
    <w:rsid w:val="008D0942"/>
    <w:rsid w:val="008D0D39"/>
    <w:rsid w:val="008D13A5"/>
    <w:rsid w:val="008D257C"/>
    <w:rsid w:val="008D31BF"/>
    <w:rsid w:val="008D425E"/>
    <w:rsid w:val="008D5BA2"/>
    <w:rsid w:val="008D5CE2"/>
    <w:rsid w:val="008D77D8"/>
    <w:rsid w:val="008E0DD8"/>
    <w:rsid w:val="008E181C"/>
    <w:rsid w:val="008E7C7C"/>
    <w:rsid w:val="008F093A"/>
    <w:rsid w:val="008F156F"/>
    <w:rsid w:val="008F1929"/>
    <w:rsid w:val="008F2306"/>
    <w:rsid w:val="008F355F"/>
    <w:rsid w:val="008F5386"/>
    <w:rsid w:val="008F5763"/>
    <w:rsid w:val="008F67B5"/>
    <w:rsid w:val="008F6DB3"/>
    <w:rsid w:val="008F76B5"/>
    <w:rsid w:val="00900212"/>
    <w:rsid w:val="009003FA"/>
    <w:rsid w:val="00901017"/>
    <w:rsid w:val="009026AF"/>
    <w:rsid w:val="009034F9"/>
    <w:rsid w:val="009035F9"/>
    <w:rsid w:val="0090480B"/>
    <w:rsid w:val="009050C0"/>
    <w:rsid w:val="00906464"/>
    <w:rsid w:val="0090697C"/>
    <w:rsid w:val="00912AF4"/>
    <w:rsid w:val="00912F1A"/>
    <w:rsid w:val="0091447C"/>
    <w:rsid w:val="00914891"/>
    <w:rsid w:val="00914993"/>
    <w:rsid w:val="009153A5"/>
    <w:rsid w:val="009164F6"/>
    <w:rsid w:val="009166A6"/>
    <w:rsid w:val="00916B4F"/>
    <w:rsid w:val="00917052"/>
    <w:rsid w:val="0091714E"/>
    <w:rsid w:val="0092096A"/>
    <w:rsid w:val="009221C1"/>
    <w:rsid w:val="009226FC"/>
    <w:rsid w:val="009227C3"/>
    <w:rsid w:val="00922A8E"/>
    <w:rsid w:val="00923D88"/>
    <w:rsid w:val="00924739"/>
    <w:rsid w:val="0092475F"/>
    <w:rsid w:val="00925593"/>
    <w:rsid w:val="00925C11"/>
    <w:rsid w:val="00925C35"/>
    <w:rsid w:val="00926DF2"/>
    <w:rsid w:val="009310D3"/>
    <w:rsid w:val="00931109"/>
    <w:rsid w:val="00932173"/>
    <w:rsid w:val="009324B2"/>
    <w:rsid w:val="0093265F"/>
    <w:rsid w:val="0093270C"/>
    <w:rsid w:val="00932FC9"/>
    <w:rsid w:val="00934363"/>
    <w:rsid w:val="00934604"/>
    <w:rsid w:val="0093537F"/>
    <w:rsid w:val="00935ABA"/>
    <w:rsid w:val="00935B3D"/>
    <w:rsid w:val="00935F72"/>
    <w:rsid w:val="00936DD4"/>
    <w:rsid w:val="009370A4"/>
    <w:rsid w:val="009379F9"/>
    <w:rsid w:val="009407BB"/>
    <w:rsid w:val="00941748"/>
    <w:rsid w:val="00942454"/>
    <w:rsid w:val="009429C6"/>
    <w:rsid w:val="00942CA2"/>
    <w:rsid w:val="00943118"/>
    <w:rsid w:val="00944306"/>
    <w:rsid w:val="00945F6A"/>
    <w:rsid w:val="009478E0"/>
    <w:rsid w:val="0095023D"/>
    <w:rsid w:val="0095100F"/>
    <w:rsid w:val="00952A8D"/>
    <w:rsid w:val="00953068"/>
    <w:rsid w:val="009532A3"/>
    <w:rsid w:val="0095343B"/>
    <w:rsid w:val="009535E5"/>
    <w:rsid w:val="00953E78"/>
    <w:rsid w:val="00954CB2"/>
    <w:rsid w:val="0095533E"/>
    <w:rsid w:val="0095594D"/>
    <w:rsid w:val="00956DA0"/>
    <w:rsid w:val="00960342"/>
    <w:rsid w:val="009612ED"/>
    <w:rsid w:val="00962AD7"/>
    <w:rsid w:val="009637DA"/>
    <w:rsid w:val="00963BA9"/>
    <w:rsid w:val="00964663"/>
    <w:rsid w:val="00964F3A"/>
    <w:rsid w:val="0096561B"/>
    <w:rsid w:val="00965758"/>
    <w:rsid w:val="00965DB0"/>
    <w:rsid w:val="009676F0"/>
    <w:rsid w:val="009719A1"/>
    <w:rsid w:val="009720FE"/>
    <w:rsid w:val="009724D9"/>
    <w:rsid w:val="00972870"/>
    <w:rsid w:val="00972BDC"/>
    <w:rsid w:val="009732E3"/>
    <w:rsid w:val="0097344E"/>
    <w:rsid w:val="00973E44"/>
    <w:rsid w:val="00974D64"/>
    <w:rsid w:val="00975573"/>
    <w:rsid w:val="009759F5"/>
    <w:rsid w:val="00975B7A"/>
    <w:rsid w:val="00976304"/>
    <w:rsid w:val="00977F5D"/>
    <w:rsid w:val="00980D88"/>
    <w:rsid w:val="009815E3"/>
    <w:rsid w:val="00981AB9"/>
    <w:rsid w:val="0098214E"/>
    <w:rsid w:val="00982577"/>
    <w:rsid w:val="009847D5"/>
    <w:rsid w:val="00984BC5"/>
    <w:rsid w:val="0098522A"/>
    <w:rsid w:val="0098674F"/>
    <w:rsid w:val="009874B0"/>
    <w:rsid w:val="00987825"/>
    <w:rsid w:val="00990A06"/>
    <w:rsid w:val="00990D08"/>
    <w:rsid w:val="00991032"/>
    <w:rsid w:val="00992555"/>
    <w:rsid w:val="009930ED"/>
    <w:rsid w:val="00993A14"/>
    <w:rsid w:val="00995B2E"/>
    <w:rsid w:val="009A0BA6"/>
    <w:rsid w:val="009A0BB1"/>
    <w:rsid w:val="009A0CCA"/>
    <w:rsid w:val="009A0EE2"/>
    <w:rsid w:val="009A1021"/>
    <w:rsid w:val="009A1822"/>
    <w:rsid w:val="009A244C"/>
    <w:rsid w:val="009A273A"/>
    <w:rsid w:val="009A3A3F"/>
    <w:rsid w:val="009A3DD1"/>
    <w:rsid w:val="009A448D"/>
    <w:rsid w:val="009A4BBE"/>
    <w:rsid w:val="009A53BB"/>
    <w:rsid w:val="009A606A"/>
    <w:rsid w:val="009A6DEA"/>
    <w:rsid w:val="009A7023"/>
    <w:rsid w:val="009A71CC"/>
    <w:rsid w:val="009B0A74"/>
    <w:rsid w:val="009B0E81"/>
    <w:rsid w:val="009B1352"/>
    <w:rsid w:val="009B1AA2"/>
    <w:rsid w:val="009B1FD5"/>
    <w:rsid w:val="009B4C94"/>
    <w:rsid w:val="009B64A9"/>
    <w:rsid w:val="009B65A3"/>
    <w:rsid w:val="009B6CE5"/>
    <w:rsid w:val="009B7267"/>
    <w:rsid w:val="009C0652"/>
    <w:rsid w:val="009C066B"/>
    <w:rsid w:val="009C1173"/>
    <w:rsid w:val="009C200A"/>
    <w:rsid w:val="009C24BB"/>
    <w:rsid w:val="009C280D"/>
    <w:rsid w:val="009C2861"/>
    <w:rsid w:val="009C3218"/>
    <w:rsid w:val="009C4047"/>
    <w:rsid w:val="009C59B1"/>
    <w:rsid w:val="009C611D"/>
    <w:rsid w:val="009C687A"/>
    <w:rsid w:val="009C707C"/>
    <w:rsid w:val="009D0069"/>
    <w:rsid w:val="009D11A2"/>
    <w:rsid w:val="009D2634"/>
    <w:rsid w:val="009D2DFF"/>
    <w:rsid w:val="009D3AE4"/>
    <w:rsid w:val="009D50E6"/>
    <w:rsid w:val="009D6848"/>
    <w:rsid w:val="009D745C"/>
    <w:rsid w:val="009E1677"/>
    <w:rsid w:val="009E1D8C"/>
    <w:rsid w:val="009E2665"/>
    <w:rsid w:val="009E3F8D"/>
    <w:rsid w:val="009E4948"/>
    <w:rsid w:val="009E4EF2"/>
    <w:rsid w:val="009E5459"/>
    <w:rsid w:val="009E6160"/>
    <w:rsid w:val="009E73F1"/>
    <w:rsid w:val="009E7630"/>
    <w:rsid w:val="009E775A"/>
    <w:rsid w:val="009E79F8"/>
    <w:rsid w:val="009F0508"/>
    <w:rsid w:val="009F0F7F"/>
    <w:rsid w:val="009F1096"/>
    <w:rsid w:val="009F1C4C"/>
    <w:rsid w:val="009F3C05"/>
    <w:rsid w:val="009F45A0"/>
    <w:rsid w:val="009F47F4"/>
    <w:rsid w:val="009F5C94"/>
    <w:rsid w:val="009F629D"/>
    <w:rsid w:val="009F7814"/>
    <w:rsid w:val="00A0113C"/>
    <w:rsid w:val="00A018EF"/>
    <w:rsid w:val="00A01AA5"/>
    <w:rsid w:val="00A02F21"/>
    <w:rsid w:val="00A03E83"/>
    <w:rsid w:val="00A04B22"/>
    <w:rsid w:val="00A06CE0"/>
    <w:rsid w:val="00A073EE"/>
    <w:rsid w:val="00A07D55"/>
    <w:rsid w:val="00A103E2"/>
    <w:rsid w:val="00A1263D"/>
    <w:rsid w:val="00A130BF"/>
    <w:rsid w:val="00A1334D"/>
    <w:rsid w:val="00A13914"/>
    <w:rsid w:val="00A139F0"/>
    <w:rsid w:val="00A156CF"/>
    <w:rsid w:val="00A15E4F"/>
    <w:rsid w:val="00A15EC9"/>
    <w:rsid w:val="00A1608C"/>
    <w:rsid w:val="00A16853"/>
    <w:rsid w:val="00A16B3F"/>
    <w:rsid w:val="00A1764A"/>
    <w:rsid w:val="00A203CD"/>
    <w:rsid w:val="00A20FC0"/>
    <w:rsid w:val="00A21736"/>
    <w:rsid w:val="00A21767"/>
    <w:rsid w:val="00A21B4D"/>
    <w:rsid w:val="00A2297A"/>
    <w:rsid w:val="00A2299E"/>
    <w:rsid w:val="00A232EA"/>
    <w:rsid w:val="00A23398"/>
    <w:rsid w:val="00A247EA"/>
    <w:rsid w:val="00A24BB6"/>
    <w:rsid w:val="00A252E5"/>
    <w:rsid w:val="00A259A3"/>
    <w:rsid w:val="00A26D25"/>
    <w:rsid w:val="00A27BDA"/>
    <w:rsid w:val="00A31089"/>
    <w:rsid w:val="00A31955"/>
    <w:rsid w:val="00A338D9"/>
    <w:rsid w:val="00A342E4"/>
    <w:rsid w:val="00A34802"/>
    <w:rsid w:val="00A34AEF"/>
    <w:rsid w:val="00A36248"/>
    <w:rsid w:val="00A37D74"/>
    <w:rsid w:val="00A40F5C"/>
    <w:rsid w:val="00A41185"/>
    <w:rsid w:val="00A44117"/>
    <w:rsid w:val="00A45A68"/>
    <w:rsid w:val="00A47A7B"/>
    <w:rsid w:val="00A52939"/>
    <w:rsid w:val="00A52B25"/>
    <w:rsid w:val="00A52DA8"/>
    <w:rsid w:val="00A530AD"/>
    <w:rsid w:val="00A53760"/>
    <w:rsid w:val="00A54A72"/>
    <w:rsid w:val="00A54E14"/>
    <w:rsid w:val="00A54FA3"/>
    <w:rsid w:val="00A5611A"/>
    <w:rsid w:val="00A56662"/>
    <w:rsid w:val="00A57199"/>
    <w:rsid w:val="00A61A08"/>
    <w:rsid w:val="00A62C35"/>
    <w:rsid w:val="00A63ECC"/>
    <w:rsid w:val="00A64820"/>
    <w:rsid w:val="00A64CDB"/>
    <w:rsid w:val="00A65D2D"/>
    <w:rsid w:val="00A65E23"/>
    <w:rsid w:val="00A65ED3"/>
    <w:rsid w:val="00A65EF6"/>
    <w:rsid w:val="00A66052"/>
    <w:rsid w:val="00A66854"/>
    <w:rsid w:val="00A67496"/>
    <w:rsid w:val="00A67A9F"/>
    <w:rsid w:val="00A67B20"/>
    <w:rsid w:val="00A708A8"/>
    <w:rsid w:val="00A70AF3"/>
    <w:rsid w:val="00A72E61"/>
    <w:rsid w:val="00A72EDC"/>
    <w:rsid w:val="00A7430A"/>
    <w:rsid w:val="00A7677B"/>
    <w:rsid w:val="00A768E9"/>
    <w:rsid w:val="00A76A66"/>
    <w:rsid w:val="00A76CD6"/>
    <w:rsid w:val="00A7739D"/>
    <w:rsid w:val="00A77E5E"/>
    <w:rsid w:val="00A8020B"/>
    <w:rsid w:val="00A80918"/>
    <w:rsid w:val="00A820F4"/>
    <w:rsid w:val="00A8217D"/>
    <w:rsid w:val="00A8236F"/>
    <w:rsid w:val="00A82C8B"/>
    <w:rsid w:val="00A83914"/>
    <w:rsid w:val="00A8458E"/>
    <w:rsid w:val="00A845E9"/>
    <w:rsid w:val="00A84746"/>
    <w:rsid w:val="00A858E8"/>
    <w:rsid w:val="00A85B44"/>
    <w:rsid w:val="00A8648A"/>
    <w:rsid w:val="00A865B8"/>
    <w:rsid w:val="00A86736"/>
    <w:rsid w:val="00A8704A"/>
    <w:rsid w:val="00A87A6D"/>
    <w:rsid w:val="00A90439"/>
    <w:rsid w:val="00A90BC1"/>
    <w:rsid w:val="00A90F74"/>
    <w:rsid w:val="00A90FAC"/>
    <w:rsid w:val="00A910CA"/>
    <w:rsid w:val="00A9159B"/>
    <w:rsid w:val="00A91649"/>
    <w:rsid w:val="00A9232B"/>
    <w:rsid w:val="00A92A83"/>
    <w:rsid w:val="00A93E08"/>
    <w:rsid w:val="00A94368"/>
    <w:rsid w:val="00A961DD"/>
    <w:rsid w:val="00A96948"/>
    <w:rsid w:val="00A96C89"/>
    <w:rsid w:val="00A973AE"/>
    <w:rsid w:val="00A97E80"/>
    <w:rsid w:val="00AA0188"/>
    <w:rsid w:val="00AA0FB5"/>
    <w:rsid w:val="00AA25D4"/>
    <w:rsid w:val="00AA2D42"/>
    <w:rsid w:val="00AA3952"/>
    <w:rsid w:val="00AA407E"/>
    <w:rsid w:val="00AA4198"/>
    <w:rsid w:val="00AA45DA"/>
    <w:rsid w:val="00AA520E"/>
    <w:rsid w:val="00AA5E03"/>
    <w:rsid w:val="00AA6F19"/>
    <w:rsid w:val="00AA7B53"/>
    <w:rsid w:val="00AB0192"/>
    <w:rsid w:val="00AB09FC"/>
    <w:rsid w:val="00AB124F"/>
    <w:rsid w:val="00AB147A"/>
    <w:rsid w:val="00AB1504"/>
    <w:rsid w:val="00AB1593"/>
    <w:rsid w:val="00AB21C8"/>
    <w:rsid w:val="00AB3A70"/>
    <w:rsid w:val="00AB47A4"/>
    <w:rsid w:val="00AB4C76"/>
    <w:rsid w:val="00AB4F3B"/>
    <w:rsid w:val="00AB53F7"/>
    <w:rsid w:val="00AB54C8"/>
    <w:rsid w:val="00AB6E74"/>
    <w:rsid w:val="00AC2478"/>
    <w:rsid w:val="00AC32F8"/>
    <w:rsid w:val="00AC3BF3"/>
    <w:rsid w:val="00AC469A"/>
    <w:rsid w:val="00AC4DC9"/>
    <w:rsid w:val="00AC52F8"/>
    <w:rsid w:val="00AC5807"/>
    <w:rsid w:val="00AC6FBE"/>
    <w:rsid w:val="00AC7882"/>
    <w:rsid w:val="00AC7F1B"/>
    <w:rsid w:val="00AD1ACF"/>
    <w:rsid w:val="00AD25B6"/>
    <w:rsid w:val="00AD2E2C"/>
    <w:rsid w:val="00AD4603"/>
    <w:rsid w:val="00AD49D3"/>
    <w:rsid w:val="00AD4C72"/>
    <w:rsid w:val="00AD4E8E"/>
    <w:rsid w:val="00AD52A2"/>
    <w:rsid w:val="00AD693D"/>
    <w:rsid w:val="00AD72AA"/>
    <w:rsid w:val="00AE031C"/>
    <w:rsid w:val="00AE083B"/>
    <w:rsid w:val="00AE0A6A"/>
    <w:rsid w:val="00AE1370"/>
    <w:rsid w:val="00AE1471"/>
    <w:rsid w:val="00AE15B1"/>
    <w:rsid w:val="00AE26E3"/>
    <w:rsid w:val="00AE2A66"/>
    <w:rsid w:val="00AE3025"/>
    <w:rsid w:val="00AE440C"/>
    <w:rsid w:val="00AE508B"/>
    <w:rsid w:val="00AE5404"/>
    <w:rsid w:val="00AE5A98"/>
    <w:rsid w:val="00AE5B36"/>
    <w:rsid w:val="00AE5DF4"/>
    <w:rsid w:val="00AE663D"/>
    <w:rsid w:val="00AE6C5B"/>
    <w:rsid w:val="00AF005E"/>
    <w:rsid w:val="00AF1236"/>
    <w:rsid w:val="00AF1A10"/>
    <w:rsid w:val="00AF1D6A"/>
    <w:rsid w:val="00AF3037"/>
    <w:rsid w:val="00AF3B70"/>
    <w:rsid w:val="00AF4486"/>
    <w:rsid w:val="00AF5926"/>
    <w:rsid w:val="00AF5B21"/>
    <w:rsid w:val="00AF6A0E"/>
    <w:rsid w:val="00AF6F6D"/>
    <w:rsid w:val="00AF7D23"/>
    <w:rsid w:val="00B00A94"/>
    <w:rsid w:val="00B010CE"/>
    <w:rsid w:val="00B01B35"/>
    <w:rsid w:val="00B02A9C"/>
    <w:rsid w:val="00B033B7"/>
    <w:rsid w:val="00B04328"/>
    <w:rsid w:val="00B0463F"/>
    <w:rsid w:val="00B04D65"/>
    <w:rsid w:val="00B04EA8"/>
    <w:rsid w:val="00B05082"/>
    <w:rsid w:val="00B0551D"/>
    <w:rsid w:val="00B05E9B"/>
    <w:rsid w:val="00B0619D"/>
    <w:rsid w:val="00B065A0"/>
    <w:rsid w:val="00B06B7C"/>
    <w:rsid w:val="00B06FA7"/>
    <w:rsid w:val="00B07379"/>
    <w:rsid w:val="00B100AB"/>
    <w:rsid w:val="00B10DE9"/>
    <w:rsid w:val="00B116E3"/>
    <w:rsid w:val="00B11927"/>
    <w:rsid w:val="00B11ABA"/>
    <w:rsid w:val="00B13340"/>
    <w:rsid w:val="00B1443A"/>
    <w:rsid w:val="00B14A58"/>
    <w:rsid w:val="00B15377"/>
    <w:rsid w:val="00B16029"/>
    <w:rsid w:val="00B16517"/>
    <w:rsid w:val="00B16DD0"/>
    <w:rsid w:val="00B22CA3"/>
    <w:rsid w:val="00B22DF6"/>
    <w:rsid w:val="00B245B1"/>
    <w:rsid w:val="00B24B96"/>
    <w:rsid w:val="00B250A0"/>
    <w:rsid w:val="00B256EC"/>
    <w:rsid w:val="00B262CC"/>
    <w:rsid w:val="00B27150"/>
    <w:rsid w:val="00B272A1"/>
    <w:rsid w:val="00B27329"/>
    <w:rsid w:val="00B279B8"/>
    <w:rsid w:val="00B304E1"/>
    <w:rsid w:val="00B3078F"/>
    <w:rsid w:val="00B30EED"/>
    <w:rsid w:val="00B3155E"/>
    <w:rsid w:val="00B321DC"/>
    <w:rsid w:val="00B323AD"/>
    <w:rsid w:val="00B3260F"/>
    <w:rsid w:val="00B332C1"/>
    <w:rsid w:val="00B3382A"/>
    <w:rsid w:val="00B34F61"/>
    <w:rsid w:val="00B34F7B"/>
    <w:rsid w:val="00B36231"/>
    <w:rsid w:val="00B366F0"/>
    <w:rsid w:val="00B36F61"/>
    <w:rsid w:val="00B37CD4"/>
    <w:rsid w:val="00B420E0"/>
    <w:rsid w:val="00B42AB6"/>
    <w:rsid w:val="00B444A2"/>
    <w:rsid w:val="00B455C7"/>
    <w:rsid w:val="00B45AB7"/>
    <w:rsid w:val="00B46A45"/>
    <w:rsid w:val="00B47CE3"/>
    <w:rsid w:val="00B47D2C"/>
    <w:rsid w:val="00B501B0"/>
    <w:rsid w:val="00B504DA"/>
    <w:rsid w:val="00B506C0"/>
    <w:rsid w:val="00B50A2F"/>
    <w:rsid w:val="00B50F17"/>
    <w:rsid w:val="00B512B9"/>
    <w:rsid w:val="00B51CFE"/>
    <w:rsid w:val="00B52BB3"/>
    <w:rsid w:val="00B53435"/>
    <w:rsid w:val="00B53BAB"/>
    <w:rsid w:val="00B53DA0"/>
    <w:rsid w:val="00B546DE"/>
    <w:rsid w:val="00B549AF"/>
    <w:rsid w:val="00B56013"/>
    <w:rsid w:val="00B5669A"/>
    <w:rsid w:val="00B56F74"/>
    <w:rsid w:val="00B60F42"/>
    <w:rsid w:val="00B63809"/>
    <w:rsid w:val="00B6385B"/>
    <w:rsid w:val="00B639B1"/>
    <w:rsid w:val="00B642A3"/>
    <w:rsid w:val="00B64E9A"/>
    <w:rsid w:val="00B650BC"/>
    <w:rsid w:val="00B65782"/>
    <w:rsid w:val="00B65CC4"/>
    <w:rsid w:val="00B679C5"/>
    <w:rsid w:val="00B67B3A"/>
    <w:rsid w:val="00B67F95"/>
    <w:rsid w:val="00B701AB"/>
    <w:rsid w:val="00B71144"/>
    <w:rsid w:val="00B715C1"/>
    <w:rsid w:val="00B71867"/>
    <w:rsid w:val="00B7231D"/>
    <w:rsid w:val="00B72543"/>
    <w:rsid w:val="00B7278C"/>
    <w:rsid w:val="00B74893"/>
    <w:rsid w:val="00B74940"/>
    <w:rsid w:val="00B74BC5"/>
    <w:rsid w:val="00B7547D"/>
    <w:rsid w:val="00B75CB4"/>
    <w:rsid w:val="00B80413"/>
    <w:rsid w:val="00B807C6"/>
    <w:rsid w:val="00B80F4F"/>
    <w:rsid w:val="00B8102E"/>
    <w:rsid w:val="00B810F3"/>
    <w:rsid w:val="00B81435"/>
    <w:rsid w:val="00B814E8"/>
    <w:rsid w:val="00B81527"/>
    <w:rsid w:val="00B82646"/>
    <w:rsid w:val="00B8331F"/>
    <w:rsid w:val="00B83BA5"/>
    <w:rsid w:val="00B83E39"/>
    <w:rsid w:val="00B845D4"/>
    <w:rsid w:val="00B84655"/>
    <w:rsid w:val="00B84FA9"/>
    <w:rsid w:val="00B850B0"/>
    <w:rsid w:val="00B850EA"/>
    <w:rsid w:val="00B854B2"/>
    <w:rsid w:val="00B86559"/>
    <w:rsid w:val="00B86AD4"/>
    <w:rsid w:val="00B87C33"/>
    <w:rsid w:val="00B9009B"/>
    <w:rsid w:val="00B90A12"/>
    <w:rsid w:val="00B90F96"/>
    <w:rsid w:val="00B918FA"/>
    <w:rsid w:val="00B91C2A"/>
    <w:rsid w:val="00B9405E"/>
    <w:rsid w:val="00B94750"/>
    <w:rsid w:val="00B94C32"/>
    <w:rsid w:val="00B952CC"/>
    <w:rsid w:val="00B95880"/>
    <w:rsid w:val="00B961CE"/>
    <w:rsid w:val="00B9626C"/>
    <w:rsid w:val="00B96B86"/>
    <w:rsid w:val="00B97586"/>
    <w:rsid w:val="00B97EC7"/>
    <w:rsid w:val="00BA080C"/>
    <w:rsid w:val="00BA1186"/>
    <w:rsid w:val="00BA16DA"/>
    <w:rsid w:val="00BA1BF3"/>
    <w:rsid w:val="00BA2E89"/>
    <w:rsid w:val="00BA32BB"/>
    <w:rsid w:val="00BA3A7E"/>
    <w:rsid w:val="00BA3B15"/>
    <w:rsid w:val="00BA5383"/>
    <w:rsid w:val="00BA540F"/>
    <w:rsid w:val="00BA5DBE"/>
    <w:rsid w:val="00BA61E0"/>
    <w:rsid w:val="00BA69D9"/>
    <w:rsid w:val="00BA730D"/>
    <w:rsid w:val="00BA7703"/>
    <w:rsid w:val="00BA7FB5"/>
    <w:rsid w:val="00BB044C"/>
    <w:rsid w:val="00BB06D5"/>
    <w:rsid w:val="00BB15EB"/>
    <w:rsid w:val="00BB379E"/>
    <w:rsid w:val="00BB4154"/>
    <w:rsid w:val="00BB43A0"/>
    <w:rsid w:val="00BB4CAE"/>
    <w:rsid w:val="00BB674A"/>
    <w:rsid w:val="00BB69C7"/>
    <w:rsid w:val="00BB6CE4"/>
    <w:rsid w:val="00BB74D9"/>
    <w:rsid w:val="00BB7BEC"/>
    <w:rsid w:val="00BC08FB"/>
    <w:rsid w:val="00BC1392"/>
    <w:rsid w:val="00BC2D9E"/>
    <w:rsid w:val="00BC3FA3"/>
    <w:rsid w:val="00BC538E"/>
    <w:rsid w:val="00BC6149"/>
    <w:rsid w:val="00BC6514"/>
    <w:rsid w:val="00BC69E2"/>
    <w:rsid w:val="00BC6ACD"/>
    <w:rsid w:val="00BC745F"/>
    <w:rsid w:val="00BC77A1"/>
    <w:rsid w:val="00BD03F3"/>
    <w:rsid w:val="00BD05AC"/>
    <w:rsid w:val="00BD0A0C"/>
    <w:rsid w:val="00BD0FA3"/>
    <w:rsid w:val="00BD1F5A"/>
    <w:rsid w:val="00BD2C94"/>
    <w:rsid w:val="00BD2FAC"/>
    <w:rsid w:val="00BD30FA"/>
    <w:rsid w:val="00BD3F5F"/>
    <w:rsid w:val="00BD4FF8"/>
    <w:rsid w:val="00BD5482"/>
    <w:rsid w:val="00BD6109"/>
    <w:rsid w:val="00BD614B"/>
    <w:rsid w:val="00BD6566"/>
    <w:rsid w:val="00BD68CE"/>
    <w:rsid w:val="00BD69EB"/>
    <w:rsid w:val="00BD6C6B"/>
    <w:rsid w:val="00BD78B5"/>
    <w:rsid w:val="00BD7BFC"/>
    <w:rsid w:val="00BE0949"/>
    <w:rsid w:val="00BE1541"/>
    <w:rsid w:val="00BE2D34"/>
    <w:rsid w:val="00BE3781"/>
    <w:rsid w:val="00BE45B5"/>
    <w:rsid w:val="00BE5521"/>
    <w:rsid w:val="00BE5E08"/>
    <w:rsid w:val="00BE72B3"/>
    <w:rsid w:val="00BE779D"/>
    <w:rsid w:val="00BF186E"/>
    <w:rsid w:val="00BF1C35"/>
    <w:rsid w:val="00BF2764"/>
    <w:rsid w:val="00BF3066"/>
    <w:rsid w:val="00BF3125"/>
    <w:rsid w:val="00BF334A"/>
    <w:rsid w:val="00BF3C04"/>
    <w:rsid w:val="00BF498F"/>
    <w:rsid w:val="00BF5266"/>
    <w:rsid w:val="00BF5E43"/>
    <w:rsid w:val="00BF6B00"/>
    <w:rsid w:val="00BF6DBC"/>
    <w:rsid w:val="00BF707E"/>
    <w:rsid w:val="00BF722A"/>
    <w:rsid w:val="00BF77CF"/>
    <w:rsid w:val="00BF7D18"/>
    <w:rsid w:val="00BF7F4C"/>
    <w:rsid w:val="00C01D8F"/>
    <w:rsid w:val="00C0212D"/>
    <w:rsid w:val="00C0530D"/>
    <w:rsid w:val="00C053CF"/>
    <w:rsid w:val="00C056F9"/>
    <w:rsid w:val="00C066E7"/>
    <w:rsid w:val="00C07902"/>
    <w:rsid w:val="00C07B94"/>
    <w:rsid w:val="00C07C2D"/>
    <w:rsid w:val="00C07F5F"/>
    <w:rsid w:val="00C10340"/>
    <w:rsid w:val="00C10BF9"/>
    <w:rsid w:val="00C123F2"/>
    <w:rsid w:val="00C12584"/>
    <w:rsid w:val="00C12BF9"/>
    <w:rsid w:val="00C12D16"/>
    <w:rsid w:val="00C13569"/>
    <w:rsid w:val="00C13B1B"/>
    <w:rsid w:val="00C15FE8"/>
    <w:rsid w:val="00C16C5D"/>
    <w:rsid w:val="00C17065"/>
    <w:rsid w:val="00C2166C"/>
    <w:rsid w:val="00C23970"/>
    <w:rsid w:val="00C239B4"/>
    <w:rsid w:val="00C263DE"/>
    <w:rsid w:val="00C27004"/>
    <w:rsid w:val="00C27494"/>
    <w:rsid w:val="00C27E98"/>
    <w:rsid w:val="00C30643"/>
    <w:rsid w:val="00C30719"/>
    <w:rsid w:val="00C310CF"/>
    <w:rsid w:val="00C3168A"/>
    <w:rsid w:val="00C31B0E"/>
    <w:rsid w:val="00C3280A"/>
    <w:rsid w:val="00C330B1"/>
    <w:rsid w:val="00C346DF"/>
    <w:rsid w:val="00C347BE"/>
    <w:rsid w:val="00C3508E"/>
    <w:rsid w:val="00C35162"/>
    <w:rsid w:val="00C35CDB"/>
    <w:rsid w:val="00C36279"/>
    <w:rsid w:val="00C363DD"/>
    <w:rsid w:val="00C377D7"/>
    <w:rsid w:val="00C40509"/>
    <w:rsid w:val="00C40BB6"/>
    <w:rsid w:val="00C4130D"/>
    <w:rsid w:val="00C419CC"/>
    <w:rsid w:val="00C423E0"/>
    <w:rsid w:val="00C4290E"/>
    <w:rsid w:val="00C45341"/>
    <w:rsid w:val="00C46777"/>
    <w:rsid w:val="00C46FD5"/>
    <w:rsid w:val="00C50015"/>
    <w:rsid w:val="00C51C81"/>
    <w:rsid w:val="00C521ED"/>
    <w:rsid w:val="00C529D3"/>
    <w:rsid w:val="00C52A2B"/>
    <w:rsid w:val="00C533D5"/>
    <w:rsid w:val="00C53779"/>
    <w:rsid w:val="00C557D4"/>
    <w:rsid w:val="00C56EF3"/>
    <w:rsid w:val="00C57647"/>
    <w:rsid w:val="00C600E8"/>
    <w:rsid w:val="00C617A3"/>
    <w:rsid w:val="00C619AA"/>
    <w:rsid w:val="00C62EB4"/>
    <w:rsid w:val="00C63422"/>
    <w:rsid w:val="00C64CA0"/>
    <w:rsid w:val="00C658E6"/>
    <w:rsid w:val="00C65FF9"/>
    <w:rsid w:val="00C66D1E"/>
    <w:rsid w:val="00C66F9A"/>
    <w:rsid w:val="00C67387"/>
    <w:rsid w:val="00C707C3"/>
    <w:rsid w:val="00C70D34"/>
    <w:rsid w:val="00C70FFC"/>
    <w:rsid w:val="00C725EE"/>
    <w:rsid w:val="00C72874"/>
    <w:rsid w:val="00C72B85"/>
    <w:rsid w:val="00C748CB"/>
    <w:rsid w:val="00C74D97"/>
    <w:rsid w:val="00C75179"/>
    <w:rsid w:val="00C75735"/>
    <w:rsid w:val="00C7608F"/>
    <w:rsid w:val="00C7636D"/>
    <w:rsid w:val="00C77C13"/>
    <w:rsid w:val="00C80742"/>
    <w:rsid w:val="00C82908"/>
    <w:rsid w:val="00C838A3"/>
    <w:rsid w:val="00C83F8C"/>
    <w:rsid w:val="00C845C5"/>
    <w:rsid w:val="00C84C29"/>
    <w:rsid w:val="00C84D6E"/>
    <w:rsid w:val="00C85232"/>
    <w:rsid w:val="00C85740"/>
    <w:rsid w:val="00C85C56"/>
    <w:rsid w:val="00C85D62"/>
    <w:rsid w:val="00C86609"/>
    <w:rsid w:val="00C872F3"/>
    <w:rsid w:val="00C874A0"/>
    <w:rsid w:val="00C907C3"/>
    <w:rsid w:val="00C911AC"/>
    <w:rsid w:val="00C91B34"/>
    <w:rsid w:val="00C9296A"/>
    <w:rsid w:val="00C932F7"/>
    <w:rsid w:val="00C94454"/>
    <w:rsid w:val="00C953F9"/>
    <w:rsid w:val="00C95AF1"/>
    <w:rsid w:val="00C969B4"/>
    <w:rsid w:val="00C97F6B"/>
    <w:rsid w:val="00CA047B"/>
    <w:rsid w:val="00CA0A20"/>
    <w:rsid w:val="00CA1A42"/>
    <w:rsid w:val="00CA244D"/>
    <w:rsid w:val="00CA24D0"/>
    <w:rsid w:val="00CA2ABC"/>
    <w:rsid w:val="00CA3081"/>
    <w:rsid w:val="00CA343C"/>
    <w:rsid w:val="00CA3FD6"/>
    <w:rsid w:val="00CA41D5"/>
    <w:rsid w:val="00CA42F5"/>
    <w:rsid w:val="00CA5326"/>
    <w:rsid w:val="00CA5837"/>
    <w:rsid w:val="00CA6335"/>
    <w:rsid w:val="00CA6838"/>
    <w:rsid w:val="00CA708F"/>
    <w:rsid w:val="00CA754C"/>
    <w:rsid w:val="00CB0758"/>
    <w:rsid w:val="00CB0B1C"/>
    <w:rsid w:val="00CB0BCD"/>
    <w:rsid w:val="00CB188A"/>
    <w:rsid w:val="00CB206E"/>
    <w:rsid w:val="00CB2C70"/>
    <w:rsid w:val="00CB30EA"/>
    <w:rsid w:val="00CB3225"/>
    <w:rsid w:val="00CB42D6"/>
    <w:rsid w:val="00CB72B9"/>
    <w:rsid w:val="00CC0B58"/>
    <w:rsid w:val="00CC28C1"/>
    <w:rsid w:val="00CC307A"/>
    <w:rsid w:val="00CC3636"/>
    <w:rsid w:val="00CC3712"/>
    <w:rsid w:val="00CC3F31"/>
    <w:rsid w:val="00CC5F4C"/>
    <w:rsid w:val="00CC6B7B"/>
    <w:rsid w:val="00CD0DDD"/>
    <w:rsid w:val="00CD0ED1"/>
    <w:rsid w:val="00CD1C7B"/>
    <w:rsid w:val="00CD2719"/>
    <w:rsid w:val="00CD34AA"/>
    <w:rsid w:val="00CD3919"/>
    <w:rsid w:val="00CD3925"/>
    <w:rsid w:val="00CD4A70"/>
    <w:rsid w:val="00CD4DEA"/>
    <w:rsid w:val="00CD5096"/>
    <w:rsid w:val="00CD534C"/>
    <w:rsid w:val="00CD68BC"/>
    <w:rsid w:val="00CD6D64"/>
    <w:rsid w:val="00CD7080"/>
    <w:rsid w:val="00CD7D92"/>
    <w:rsid w:val="00CD7EC4"/>
    <w:rsid w:val="00CE004E"/>
    <w:rsid w:val="00CE068E"/>
    <w:rsid w:val="00CE0B60"/>
    <w:rsid w:val="00CE0E90"/>
    <w:rsid w:val="00CE10CA"/>
    <w:rsid w:val="00CE12A8"/>
    <w:rsid w:val="00CE1DF4"/>
    <w:rsid w:val="00CE50DA"/>
    <w:rsid w:val="00CE5FA4"/>
    <w:rsid w:val="00CE6D77"/>
    <w:rsid w:val="00CE701A"/>
    <w:rsid w:val="00CE711E"/>
    <w:rsid w:val="00CE7A89"/>
    <w:rsid w:val="00CE7C10"/>
    <w:rsid w:val="00CE7C9B"/>
    <w:rsid w:val="00CF1636"/>
    <w:rsid w:val="00CF182A"/>
    <w:rsid w:val="00CF27DC"/>
    <w:rsid w:val="00CF2B1C"/>
    <w:rsid w:val="00CF2E10"/>
    <w:rsid w:val="00CF342D"/>
    <w:rsid w:val="00CF45E5"/>
    <w:rsid w:val="00CF5E7B"/>
    <w:rsid w:val="00CF6485"/>
    <w:rsid w:val="00CF741F"/>
    <w:rsid w:val="00D0038A"/>
    <w:rsid w:val="00D02652"/>
    <w:rsid w:val="00D04000"/>
    <w:rsid w:val="00D05629"/>
    <w:rsid w:val="00D05A21"/>
    <w:rsid w:val="00D063A9"/>
    <w:rsid w:val="00D07D0F"/>
    <w:rsid w:val="00D10A26"/>
    <w:rsid w:val="00D10C01"/>
    <w:rsid w:val="00D11B52"/>
    <w:rsid w:val="00D11E41"/>
    <w:rsid w:val="00D137EA"/>
    <w:rsid w:val="00D1459A"/>
    <w:rsid w:val="00D15CDC"/>
    <w:rsid w:val="00D16EE9"/>
    <w:rsid w:val="00D176A6"/>
    <w:rsid w:val="00D17B88"/>
    <w:rsid w:val="00D17BA9"/>
    <w:rsid w:val="00D20301"/>
    <w:rsid w:val="00D20506"/>
    <w:rsid w:val="00D20914"/>
    <w:rsid w:val="00D2103A"/>
    <w:rsid w:val="00D226E4"/>
    <w:rsid w:val="00D22AE2"/>
    <w:rsid w:val="00D230A4"/>
    <w:rsid w:val="00D23193"/>
    <w:rsid w:val="00D23522"/>
    <w:rsid w:val="00D23B1D"/>
    <w:rsid w:val="00D24E20"/>
    <w:rsid w:val="00D2538C"/>
    <w:rsid w:val="00D259ED"/>
    <w:rsid w:val="00D26A31"/>
    <w:rsid w:val="00D26B87"/>
    <w:rsid w:val="00D26D34"/>
    <w:rsid w:val="00D26ECB"/>
    <w:rsid w:val="00D27592"/>
    <w:rsid w:val="00D306F0"/>
    <w:rsid w:val="00D3089F"/>
    <w:rsid w:val="00D30C83"/>
    <w:rsid w:val="00D31857"/>
    <w:rsid w:val="00D33865"/>
    <w:rsid w:val="00D34233"/>
    <w:rsid w:val="00D34B47"/>
    <w:rsid w:val="00D352CE"/>
    <w:rsid w:val="00D36337"/>
    <w:rsid w:val="00D37367"/>
    <w:rsid w:val="00D41DE4"/>
    <w:rsid w:val="00D43BFE"/>
    <w:rsid w:val="00D440B0"/>
    <w:rsid w:val="00D44361"/>
    <w:rsid w:val="00D44383"/>
    <w:rsid w:val="00D4468F"/>
    <w:rsid w:val="00D44F15"/>
    <w:rsid w:val="00D46AEF"/>
    <w:rsid w:val="00D47466"/>
    <w:rsid w:val="00D503CC"/>
    <w:rsid w:val="00D5093F"/>
    <w:rsid w:val="00D5207E"/>
    <w:rsid w:val="00D5323F"/>
    <w:rsid w:val="00D53B56"/>
    <w:rsid w:val="00D540DE"/>
    <w:rsid w:val="00D547A6"/>
    <w:rsid w:val="00D547FC"/>
    <w:rsid w:val="00D54CDA"/>
    <w:rsid w:val="00D54F99"/>
    <w:rsid w:val="00D56C68"/>
    <w:rsid w:val="00D56F54"/>
    <w:rsid w:val="00D56FD6"/>
    <w:rsid w:val="00D57424"/>
    <w:rsid w:val="00D6002B"/>
    <w:rsid w:val="00D60391"/>
    <w:rsid w:val="00D60CC5"/>
    <w:rsid w:val="00D60E02"/>
    <w:rsid w:val="00D61630"/>
    <w:rsid w:val="00D61CF0"/>
    <w:rsid w:val="00D628D4"/>
    <w:rsid w:val="00D63824"/>
    <w:rsid w:val="00D63ED3"/>
    <w:rsid w:val="00D63FEF"/>
    <w:rsid w:val="00D6495F"/>
    <w:rsid w:val="00D65208"/>
    <w:rsid w:val="00D654ED"/>
    <w:rsid w:val="00D65C6C"/>
    <w:rsid w:val="00D6647F"/>
    <w:rsid w:val="00D678F3"/>
    <w:rsid w:val="00D67C5C"/>
    <w:rsid w:val="00D718DC"/>
    <w:rsid w:val="00D71E2D"/>
    <w:rsid w:val="00D71E45"/>
    <w:rsid w:val="00D71F9E"/>
    <w:rsid w:val="00D71FFE"/>
    <w:rsid w:val="00D7252A"/>
    <w:rsid w:val="00D72886"/>
    <w:rsid w:val="00D72C2F"/>
    <w:rsid w:val="00D73E9C"/>
    <w:rsid w:val="00D74E10"/>
    <w:rsid w:val="00D76DCD"/>
    <w:rsid w:val="00D77C5D"/>
    <w:rsid w:val="00D80505"/>
    <w:rsid w:val="00D80CF2"/>
    <w:rsid w:val="00D81213"/>
    <w:rsid w:val="00D82E9D"/>
    <w:rsid w:val="00D837F7"/>
    <w:rsid w:val="00D84040"/>
    <w:rsid w:val="00D843F6"/>
    <w:rsid w:val="00D8484A"/>
    <w:rsid w:val="00D86A91"/>
    <w:rsid w:val="00D87000"/>
    <w:rsid w:val="00D8764E"/>
    <w:rsid w:val="00D87E79"/>
    <w:rsid w:val="00D91255"/>
    <w:rsid w:val="00D91CC9"/>
    <w:rsid w:val="00D92773"/>
    <w:rsid w:val="00D92AA1"/>
    <w:rsid w:val="00D93218"/>
    <w:rsid w:val="00D955C3"/>
    <w:rsid w:val="00D96F91"/>
    <w:rsid w:val="00DA0F03"/>
    <w:rsid w:val="00DA302D"/>
    <w:rsid w:val="00DA32A0"/>
    <w:rsid w:val="00DA3A7B"/>
    <w:rsid w:val="00DA45B8"/>
    <w:rsid w:val="00DA4652"/>
    <w:rsid w:val="00DA480E"/>
    <w:rsid w:val="00DA575F"/>
    <w:rsid w:val="00DA58D0"/>
    <w:rsid w:val="00DA7887"/>
    <w:rsid w:val="00DA79B6"/>
    <w:rsid w:val="00DB10B5"/>
    <w:rsid w:val="00DB15D5"/>
    <w:rsid w:val="00DB258E"/>
    <w:rsid w:val="00DB2CC0"/>
    <w:rsid w:val="00DB2FAF"/>
    <w:rsid w:val="00DB349D"/>
    <w:rsid w:val="00DB3A2C"/>
    <w:rsid w:val="00DB3BD7"/>
    <w:rsid w:val="00DB3C7B"/>
    <w:rsid w:val="00DB61A2"/>
    <w:rsid w:val="00DB6825"/>
    <w:rsid w:val="00DB7B7E"/>
    <w:rsid w:val="00DC0157"/>
    <w:rsid w:val="00DC0296"/>
    <w:rsid w:val="00DC0488"/>
    <w:rsid w:val="00DC0739"/>
    <w:rsid w:val="00DC0783"/>
    <w:rsid w:val="00DC2DEC"/>
    <w:rsid w:val="00DC313D"/>
    <w:rsid w:val="00DC3975"/>
    <w:rsid w:val="00DC39D0"/>
    <w:rsid w:val="00DC45B9"/>
    <w:rsid w:val="00DC4766"/>
    <w:rsid w:val="00DC5735"/>
    <w:rsid w:val="00DC5B60"/>
    <w:rsid w:val="00DC6068"/>
    <w:rsid w:val="00DC6660"/>
    <w:rsid w:val="00DC6A4F"/>
    <w:rsid w:val="00DC6E22"/>
    <w:rsid w:val="00DC7C33"/>
    <w:rsid w:val="00DD1E77"/>
    <w:rsid w:val="00DD4011"/>
    <w:rsid w:val="00DD5898"/>
    <w:rsid w:val="00DD5CCD"/>
    <w:rsid w:val="00DD6449"/>
    <w:rsid w:val="00DD6DE2"/>
    <w:rsid w:val="00DD7B34"/>
    <w:rsid w:val="00DE0326"/>
    <w:rsid w:val="00DE0C60"/>
    <w:rsid w:val="00DE0E71"/>
    <w:rsid w:val="00DE1E50"/>
    <w:rsid w:val="00DE2526"/>
    <w:rsid w:val="00DE27DC"/>
    <w:rsid w:val="00DE2B00"/>
    <w:rsid w:val="00DE34C9"/>
    <w:rsid w:val="00DE34E7"/>
    <w:rsid w:val="00DE482F"/>
    <w:rsid w:val="00DE533C"/>
    <w:rsid w:val="00DE60FE"/>
    <w:rsid w:val="00DE67FC"/>
    <w:rsid w:val="00DE6FD6"/>
    <w:rsid w:val="00DE79E1"/>
    <w:rsid w:val="00DF036F"/>
    <w:rsid w:val="00DF088C"/>
    <w:rsid w:val="00DF2069"/>
    <w:rsid w:val="00DF2569"/>
    <w:rsid w:val="00DF3B8E"/>
    <w:rsid w:val="00DF41BC"/>
    <w:rsid w:val="00DF4825"/>
    <w:rsid w:val="00DF6FEF"/>
    <w:rsid w:val="00DF77B9"/>
    <w:rsid w:val="00DF7A79"/>
    <w:rsid w:val="00DF7B5F"/>
    <w:rsid w:val="00E001B2"/>
    <w:rsid w:val="00E00BA2"/>
    <w:rsid w:val="00E01F3B"/>
    <w:rsid w:val="00E0249A"/>
    <w:rsid w:val="00E028BC"/>
    <w:rsid w:val="00E039B3"/>
    <w:rsid w:val="00E04465"/>
    <w:rsid w:val="00E044FE"/>
    <w:rsid w:val="00E05354"/>
    <w:rsid w:val="00E05A92"/>
    <w:rsid w:val="00E05E68"/>
    <w:rsid w:val="00E06612"/>
    <w:rsid w:val="00E06642"/>
    <w:rsid w:val="00E07226"/>
    <w:rsid w:val="00E104DD"/>
    <w:rsid w:val="00E10B19"/>
    <w:rsid w:val="00E133BA"/>
    <w:rsid w:val="00E13DD1"/>
    <w:rsid w:val="00E140D6"/>
    <w:rsid w:val="00E144A0"/>
    <w:rsid w:val="00E17EFE"/>
    <w:rsid w:val="00E203F6"/>
    <w:rsid w:val="00E20556"/>
    <w:rsid w:val="00E206C2"/>
    <w:rsid w:val="00E20B32"/>
    <w:rsid w:val="00E212D8"/>
    <w:rsid w:val="00E215FE"/>
    <w:rsid w:val="00E21FA5"/>
    <w:rsid w:val="00E22B0B"/>
    <w:rsid w:val="00E2325E"/>
    <w:rsid w:val="00E24312"/>
    <w:rsid w:val="00E24EFC"/>
    <w:rsid w:val="00E2542B"/>
    <w:rsid w:val="00E25B57"/>
    <w:rsid w:val="00E27891"/>
    <w:rsid w:val="00E30AB1"/>
    <w:rsid w:val="00E30B3B"/>
    <w:rsid w:val="00E30C64"/>
    <w:rsid w:val="00E3178F"/>
    <w:rsid w:val="00E32083"/>
    <w:rsid w:val="00E34E04"/>
    <w:rsid w:val="00E35B06"/>
    <w:rsid w:val="00E36659"/>
    <w:rsid w:val="00E37069"/>
    <w:rsid w:val="00E37DE4"/>
    <w:rsid w:val="00E4018E"/>
    <w:rsid w:val="00E40D49"/>
    <w:rsid w:val="00E410BF"/>
    <w:rsid w:val="00E41980"/>
    <w:rsid w:val="00E41E0C"/>
    <w:rsid w:val="00E41FC4"/>
    <w:rsid w:val="00E42CF9"/>
    <w:rsid w:val="00E43805"/>
    <w:rsid w:val="00E43B3B"/>
    <w:rsid w:val="00E4425F"/>
    <w:rsid w:val="00E45DC0"/>
    <w:rsid w:val="00E46257"/>
    <w:rsid w:val="00E475B1"/>
    <w:rsid w:val="00E47D0E"/>
    <w:rsid w:val="00E5049F"/>
    <w:rsid w:val="00E52164"/>
    <w:rsid w:val="00E52DEB"/>
    <w:rsid w:val="00E5332C"/>
    <w:rsid w:val="00E534EC"/>
    <w:rsid w:val="00E53B5C"/>
    <w:rsid w:val="00E53B95"/>
    <w:rsid w:val="00E548F1"/>
    <w:rsid w:val="00E54F7C"/>
    <w:rsid w:val="00E55768"/>
    <w:rsid w:val="00E55809"/>
    <w:rsid w:val="00E5665C"/>
    <w:rsid w:val="00E568A3"/>
    <w:rsid w:val="00E5742D"/>
    <w:rsid w:val="00E579DF"/>
    <w:rsid w:val="00E60C29"/>
    <w:rsid w:val="00E61449"/>
    <w:rsid w:val="00E61528"/>
    <w:rsid w:val="00E61E01"/>
    <w:rsid w:val="00E61E24"/>
    <w:rsid w:val="00E62474"/>
    <w:rsid w:val="00E62510"/>
    <w:rsid w:val="00E644EA"/>
    <w:rsid w:val="00E645F2"/>
    <w:rsid w:val="00E64C15"/>
    <w:rsid w:val="00E66241"/>
    <w:rsid w:val="00E66827"/>
    <w:rsid w:val="00E6709D"/>
    <w:rsid w:val="00E67F7B"/>
    <w:rsid w:val="00E708A3"/>
    <w:rsid w:val="00E714C3"/>
    <w:rsid w:val="00E72398"/>
    <w:rsid w:val="00E72A5F"/>
    <w:rsid w:val="00E734C4"/>
    <w:rsid w:val="00E734FB"/>
    <w:rsid w:val="00E73623"/>
    <w:rsid w:val="00E737B3"/>
    <w:rsid w:val="00E73CB8"/>
    <w:rsid w:val="00E743F0"/>
    <w:rsid w:val="00E74A1D"/>
    <w:rsid w:val="00E759F1"/>
    <w:rsid w:val="00E75E6E"/>
    <w:rsid w:val="00E771F8"/>
    <w:rsid w:val="00E772C6"/>
    <w:rsid w:val="00E77676"/>
    <w:rsid w:val="00E80EC5"/>
    <w:rsid w:val="00E81A2D"/>
    <w:rsid w:val="00E81B0D"/>
    <w:rsid w:val="00E82610"/>
    <w:rsid w:val="00E83324"/>
    <w:rsid w:val="00E83B52"/>
    <w:rsid w:val="00E83BA3"/>
    <w:rsid w:val="00E83DAA"/>
    <w:rsid w:val="00E8474B"/>
    <w:rsid w:val="00E87C15"/>
    <w:rsid w:val="00E87D88"/>
    <w:rsid w:val="00E90F7E"/>
    <w:rsid w:val="00E91203"/>
    <w:rsid w:val="00E9167C"/>
    <w:rsid w:val="00E92148"/>
    <w:rsid w:val="00E94902"/>
    <w:rsid w:val="00E94E0E"/>
    <w:rsid w:val="00E95710"/>
    <w:rsid w:val="00E958EA"/>
    <w:rsid w:val="00E95957"/>
    <w:rsid w:val="00E97152"/>
    <w:rsid w:val="00EA087E"/>
    <w:rsid w:val="00EA1915"/>
    <w:rsid w:val="00EA1F49"/>
    <w:rsid w:val="00EA2551"/>
    <w:rsid w:val="00EA36FC"/>
    <w:rsid w:val="00EA521C"/>
    <w:rsid w:val="00EA5AB8"/>
    <w:rsid w:val="00EA619F"/>
    <w:rsid w:val="00EA683E"/>
    <w:rsid w:val="00EA7234"/>
    <w:rsid w:val="00EB0BDA"/>
    <w:rsid w:val="00EB119C"/>
    <w:rsid w:val="00EB12B1"/>
    <w:rsid w:val="00EB2A7A"/>
    <w:rsid w:val="00EB39BE"/>
    <w:rsid w:val="00EB3E42"/>
    <w:rsid w:val="00EB46FD"/>
    <w:rsid w:val="00EB53D5"/>
    <w:rsid w:val="00EB6771"/>
    <w:rsid w:val="00EB70A8"/>
    <w:rsid w:val="00EB74E6"/>
    <w:rsid w:val="00EC0607"/>
    <w:rsid w:val="00EC0A8B"/>
    <w:rsid w:val="00EC0F24"/>
    <w:rsid w:val="00EC17E2"/>
    <w:rsid w:val="00EC1D5A"/>
    <w:rsid w:val="00EC2067"/>
    <w:rsid w:val="00EC2C73"/>
    <w:rsid w:val="00EC544E"/>
    <w:rsid w:val="00EC6416"/>
    <w:rsid w:val="00EC66FE"/>
    <w:rsid w:val="00EC7159"/>
    <w:rsid w:val="00EC731A"/>
    <w:rsid w:val="00ED038B"/>
    <w:rsid w:val="00ED05B9"/>
    <w:rsid w:val="00ED0825"/>
    <w:rsid w:val="00ED1F57"/>
    <w:rsid w:val="00ED2CD4"/>
    <w:rsid w:val="00ED46ED"/>
    <w:rsid w:val="00ED5677"/>
    <w:rsid w:val="00ED5AAF"/>
    <w:rsid w:val="00ED7337"/>
    <w:rsid w:val="00ED75F6"/>
    <w:rsid w:val="00EE074B"/>
    <w:rsid w:val="00EE1182"/>
    <w:rsid w:val="00EE1580"/>
    <w:rsid w:val="00EE18ED"/>
    <w:rsid w:val="00EE1D37"/>
    <w:rsid w:val="00EE2082"/>
    <w:rsid w:val="00EE4407"/>
    <w:rsid w:val="00EE5217"/>
    <w:rsid w:val="00EE5561"/>
    <w:rsid w:val="00EE5FA0"/>
    <w:rsid w:val="00EE615D"/>
    <w:rsid w:val="00EE6E68"/>
    <w:rsid w:val="00EE6F90"/>
    <w:rsid w:val="00EE7452"/>
    <w:rsid w:val="00EF014E"/>
    <w:rsid w:val="00EF2182"/>
    <w:rsid w:val="00EF2C2B"/>
    <w:rsid w:val="00EF2E10"/>
    <w:rsid w:val="00EF37FC"/>
    <w:rsid w:val="00EF3F50"/>
    <w:rsid w:val="00EF5831"/>
    <w:rsid w:val="00EF5F67"/>
    <w:rsid w:val="00EF62E3"/>
    <w:rsid w:val="00EF671B"/>
    <w:rsid w:val="00EF6823"/>
    <w:rsid w:val="00EF6D45"/>
    <w:rsid w:val="00EF72FB"/>
    <w:rsid w:val="00F000D1"/>
    <w:rsid w:val="00F02B11"/>
    <w:rsid w:val="00F0343B"/>
    <w:rsid w:val="00F04BEA"/>
    <w:rsid w:val="00F04C4F"/>
    <w:rsid w:val="00F0502D"/>
    <w:rsid w:val="00F05057"/>
    <w:rsid w:val="00F05815"/>
    <w:rsid w:val="00F05EB6"/>
    <w:rsid w:val="00F05F0F"/>
    <w:rsid w:val="00F07471"/>
    <w:rsid w:val="00F100E1"/>
    <w:rsid w:val="00F11335"/>
    <w:rsid w:val="00F11802"/>
    <w:rsid w:val="00F119E4"/>
    <w:rsid w:val="00F11A9F"/>
    <w:rsid w:val="00F1229B"/>
    <w:rsid w:val="00F125F3"/>
    <w:rsid w:val="00F12F92"/>
    <w:rsid w:val="00F133FB"/>
    <w:rsid w:val="00F149A2"/>
    <w:rsid w:val="00F14F73"/>
    <w:rsid w:val="00F14FE4"/>
    <w:rsid w:val="00F15008"/>
    <w:rsid w:val="00F151BD"/>
    <w:rsid w:val="00F152F7"/>
    <w:rsid w:val="00F15C99"/>
    <w:rsid w:val="00F165A2"/>
    <w:rsid w:val="00F16674"/>
    <w:rsid w:val="00F16E9B"/>
    <w:rsid w:val="00F16FDE"/>
    <w:rsid w:val="00F17FE5"/>
    <w:rsid w:val="00F20F3A"/>
    <w:rsid w:val="00F22292"/>
    <w:rsid w:val="00F22639"/>
    <w:rsid w:val="00F228CA"/>
    <w:rsid w:val="00F22BAB"/>
    <w:rsid w:val="00F23697"/>
    <w:rsid w:val="00F24BAD"/>
    <w:rsid w:val="00F24C6B"/>
    <w:rsid w:val="00F25A5A"/>
    <w:rsid w:val="00F26DA5"/>
    <w:rsid w:val="00F273EB"/>
    <w:rsid w:val="00F3026C"/>
    <w:rsid w:val="00F31253"/>
    <w:rsid w:val="00F31922"/>
    <w:rsid w:val="00F34BE1"/>
    <w:rsid w:val="00F36251"/>
    <w:rsid w:val="00F3732D"/>
    <w:rsid w:val="00F408FC"/>
    <w:rsid w:val="00F40F0C"/>
    <w:rsid w:val="00F41EBC"/>
    <w:rsid w:val="00F42291"/>
    <w:rsid w:val="00F444A8"/>
    <w:rsid w:val="00F448AA"/>
    <w:rsid w:val="00F44B48"/>
    <w:rsid w:val="00F44CC9"/>
    <w:rsid w:val="00F460DC"/>
    <w:rsid w:val="00F46FE7"/>
    <w:rsid w:val="00F471B2"/>
    <w:rsid w:val="00F47D23"/>
    <w:rsid w:val="00F510D6"/>
    <w:rsid w:val="00F51E08"/>
    <w:rsid w:val="00F52568"/>
    <w:rsid w:val="00F52C9A"/>
    <w:rsid w:val="00F52F71"/>
    <w:rsid w:val="00F5338B"/>
    <w:rsid w:val="00F54B7A"/>
    <w:rsid w:val="00F54E85"/>
    <w:rsid w:val="00F5645A"/>
    <w:rsid w:val="00F56513"/>
    <w:rsid w:val="00F60562"/>
    <w:rsid w:val="00F607F0"/>
    <w:rsid w:val="00F6246A"/>
    <w:rsid w:val="00F62FB6"/>
    <w:rsid w:val="00F63B2A"/>
    <w:rsid w:val="00F63ED8"/>
    <w:rsid w:val="00F642CB"/>
    <w:rsid w:val="00F645D2"/>
    <w:rsid w:val="00F67206"/>
    <w:rsid w:val="00F67586"/>
    <w:rsid w:val="00F67619"/>
    <w:rsid w:val="00F67E0E"/>
    <w:rsid w:val="00F7033C"/>
    <w:rsid w:val="00F70E33"/>
    <w:rsid w:val="00F70E9E"/>
    <w:rsid w:val="00F7241E"/>
    <w:rsid w:val="00F72AC7"/>
    <w:rsid w:val="00F72CDF"/>
    <w:rsid w:val="00F73798"/>
    <w:rsid w:val="00F73C0E"/>
    <w:rsid w:val="00F74831"/>
    <w:rsid w:val="00F754DE"/>
    <w:rsid w:val="00F758D4"/>
    <w:rsid w:val="00F75A3B"/>
    <w:rsid w:val="00F75E72"/>
    <w:rsid w:val="00F77A84"/>
    <w:rsid w:val="00F77CE5"/>
    <w:rsid w:val="00F800F8"/>
    <w:rsid w:val="00F813C4"/>
    <w:rsid w:val="00F819B6"/>
    <w:rsid w:val="00F837CB"/>
    <w:rsid w:val="00F843D1"/>
    <w:rsid w:val="00F846C4"/>
    <w:rsid w:val="00F87050"/>
    <w:rsid w:val="00F87A3C"/>
    <w:rsid w:val="00F87DEF"/>
    <w:rsid w:val="00F91D0F"/>
    <w:rsid w:val="00F930D4"/>
    <w:rsid w:val="00F93806"/>
    <w:rsid w:val="00F93BEB"/>
    <w:rsid w:val="00F9438B"/>
    <w:rsid w:val="00F94BF5"/>
    <w:rsid w:val="00F96AD3"/>
    <w:rsid w:val="00FA172D"/>
    <w:rsid w:val="00FA23AA"/>
    <w:rsid w:val="00FA2B12"/>
    <w:rsid w:val="00FA2FA9"/>
    <w:rsid w:val="00FA3608"/>
    <w:rsid w:val="00FA3D0B"/>
    <w:rsid w:val="00FA542D"/>
    <w:rsid w:val="00FA631D"/>
    <w:rsid w:val="00FA6903"/>
    <w:rsid w:val="00FA6E3C"/>
    <w:rsid w:val="00FA70DC"/>
    <w:rsid w:val="00FA716B"/>
    <w:rsid w:val="00FA72AC"/>
    <w:rsid w:val="00FA781B"/>
    <w:rsid w:val="00FA78F8"/>
    <w:rsid w:val="00FA79A6"/>
    <w:rsid w:val="00FB12A6"/>
    <w:rsid w:val="00FB14DF"/>
    <w:rsid w:val="00FB215B"/>
    <w:rsid w:val="00FB2747"/>
    <w:rsid w:val="00FB29B7"/>
    <w:rsid w:val="00FB3F6D"/>
    <w:rsid w:val="00FB69E4"/>
    <w:rsid w:val="00FB709E"/>
    <w:rsid w:val="00FB7951"/>
    <w:rsid w:val="00FB7E71"/>
    <w:rsid w:val="00FC03F7"/>
    <w:rsid w:val="00FC0678"/>
    <w:rsid w:val="00FC0E10"/>
    <w:rsid w:val="00FC13E5"/>
    <w:rsid w:val="00FC178E"/>
    <w:rsid w:val="00FC17A2"/>
    <w:rsid w:val="00FC1872"/>
    <w:rsid w:val="00FC26EE"/>
    <w:rsid w:val="00FC2704"/>
    <w:rsid w:val="00FC353D"/>
    <w:rsid w:val="00FC388C"/>
    <w:rsid w:val="00FC49CC"/>
    <w:rsid w:val="00FC54C5"/>
    <w:rsid w:val="00FC6388"/>
    <w:rsid w:val="00FC6DBC"/>
    <w:rsid w:val="00FC7703"/>
    <w:rsid w:val="00FD05AE"/>
    <w:rsid w:val="00FD0C00"/>
    <w:rsid w:val="00FD230D"/>
    <w:rsid w:val="00FD2C54"/>
    <w:rsid w:val="00FD3368"/>
    <w:rsid w:val="00FD5ACB"/>
    <w:rsid w:val="00FD6338"/>
    <w:rsid w:val="00FD6D4B"/>
    <w:rsid w:val="00FE092D"/>
    <w:rsid w:val="00FE389D"/>
    <w:rsid w:val="00FE3B9C"/>
    <w:rsid w:val="00FE4D04"/>
    <w:rsid w:val="00FE57AB"/>
    <w:rsid w:val="00FE5B36"/>
    <w:rsid w:val="00FE6EDF"/>
    <w:rsid w:val="00FF0525"/>
    <w:rsid w:val="00FF1490"/>
    <w:rsid w:val="00FF154F"/>
    <w:rsid w:val="00FF2168"/>
    <w:rsid w:val="00FF221A"/>
    <w:rsid w:val="00FF2234"/>
    <w:rsid w:val="00FF2829"/>
    <w:rsid w:val="00FF28D4"/>
    <w:rsid w:val="00FF2AF3"/>
    <w:rsid w:val="00FF2F99"/>
    <w:rsid w:val="00FF3B06"/>
    <w:rsid w:val="00FF3E64"/>
    <w:rsid w:val="00FF4A3B"/>
    <w:rsid w:val="00FF5705"/>
    <w:rsid w:val="00FF6434"/>
    <w:rsid w:val="00FF6B48"/>
    <w:rsid w:val="00FF7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588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A7887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A7887"/>
    <w:rPr>
      <w:rFonts w:ascii="Times New Roman" w:hAnsi="Times New Roman" w:cs="Times New Roman"/>
      <w:sz w:val="28"/>
    </w:rPr>
  </w:style>
  <w:style w:type="paragraph" w:styleId="ListParagraph">
    <w:name w:val="List Paragraph"/>
    <w:basedOn w:val="Normal"/>
    <w:uiPriority w:val="99"/>
    <w:qFormat/>
    <w:rsid w:val="00871EAE"/>
    <w:pPr>
      <w:ind w:left="720"/>
      <w:contextualSpacing/>
    </w:pPr>
  </w:style>
  <w:style w:type="paragraph" w:customStyle="1" w:styleId="a">
    <w:name w:val="текст примечания"/>
    <w:basedOn w:val="Normal"/>
    <w:uiPriority w:val="99"/>
    <w:rsid w:val="00DA788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Title">
    <w:name w:val="ConsTitle"/>
    <w:uiPriority w:val="99"/>
    <w:rsid w:val="002A327F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styleId="Subtitle">
    <w:name w:val="Subtitle"/>
    <w:basedOn w:val="Normal"/>
    <w:link w:val="SubtitleChar"/>
    <w:uiPriority w:val="99"/>
    <w:qFormat/>
    <w:rsid w:val="002A327F"/>
    <w:pPr>
      <w:spacing w:after="0" w:line="36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A327F"/>
    <w:rPr>
      <w:rFonts w:ascii="Times New Roman" w:hAnsi="Times New Roman" w:cs="Times New Roman"/>
      <w:b/>
      <w:sz w:val="28"/>
    </w:rPr>
  </w:style>
  <w:style w:type="paragraph" w:styleId="Header">
    <w:name w:val="header"/>
    <w:basedOn w:val="Normal"/>
    <w:link w:val="HeaderChar"/>
    <w:uiPriority w:val="99"/>
    <w:rsid w:val="00AE5DF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E5DF4"/>
    <w:rPr>
      <w:rFonts w:cs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AE5DF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E5DF4"/>
    <w:rPr>
      <w:rFonts w:cs="Times New Roman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84D6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4D6E"/>
    <w:rPr>
      <w:rFonts w:ascii="Tahoma" w:hAnsi="Tahoma" w:cs="Times New Roman"/>
      <w:sz w:val="16"/>
      <w:lang w:eastAsia="en-US"/>
    </w:rPr>
  </w:style>
  <w:style w:type="paragraph" w:customStyle="1" w:styleId="ConsPlusNormal">
    <w:name w:val="ConsPlusNormal"/>
    <w:uiPriority w:val="99"/>
    <w:rsid w:val="00D8700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3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65</TotalTime>
  <Pages>2</Pages>
  <Words>235</Words>
  <Characters>1346</Characters>
  <Application>Microsoft Office Outlook</Application>
  <DocSecurity>0</DocSecurity>
  <Lines>0</Lines>
  <Paragraphs>0</Paragraphs>
  <ScaleCrop>false</ScaleCrop>
  <Company>IKC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НашаМаша</dc:creator>
  <cp:keywords/>
  <dc:description/>
  <cp:lastModifiedBy>Пользователь</cp:lastModifiedBy>
  <cp:revision>16</cp:revision>
  <cp:lastPrinted>2016-08-25T10:51:00Z</cp:lastPrinted>
  <dcterms:created xsi:type="dcterms:W3CDTF">2016-07-06T10:29:00Z</dcterms:created>
  <dcterms:modified xsi:type="dcterms:W3CDTF">2016-09-12T11:41:00Z</dcterms:modified>
</cp:coreProperties>
</file>